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B3" w:rsidRDefault="00E901B3" w:rsidP="00E901B3">
      <w:pPr>
        <w:jc w:val="center"/>
        <w:rPr>
          <w:sz w:val="24"/>
        </w:rPr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8" o:title=""/>
          </v:shape>
          <o:OLEObject Type="Embed" ProgID="Word.Picture.8" ShapeID="_x0000_i1025" DrawAspect="Content" ObjectID="_1829741242" r:id="rId9"/>
        </w:object>
      </w:r>
    </w:p>
    <w:p w:rsidR="00E901B3" w:rsidRDefault="00E901B3" w:rsidP="00E901B3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E901B3" w:rsidRDefault="00E62307" w:rsidP="00E901B3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E901B3">
        <w:rPr>
          <w:rFonts w:ascii="Times New Roman" w:hAnsi="Times New Roman"/>
          <w:b w:val="0"/>
          <w:spacing w:val="20"/>
        </w:rPr>
        <w:t>» СМОЛЕНСКОЙ ОБЛАСТИ</w:t>
      </w:r>
    </w:p>
    <w:p w:rsidR="00E901B3" w:rsidRDefault="00E901B3" w:rsidP="00E901B3">
      <w:pPr>
        <w:pStyle w:val="ad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E901B3" w:rsidRDefault="00E901B3" w:rsidP="00E901B3">
      <w:pPr>
        <w:pStyle w:val="af"/>
        <w:spacing w:after="0" w:line="360" w:lineRule="auto"/>
        <w:rPr>
          <w:b/>
          <w:i w:val="0"/>
          <w:spacing w:val="20"/>
          <w:sz w:val="34"/>
        </w:rPr>
      </w:pPr>
      <w:r>
        <w:rPr>
          <w:b/>
          <w:i w:val="0"/>
          <w:spacing w:val="20"/>
          <w:sz w:val="34"/>
        </w:rPr>
        <w:t>П О С Т А Н О В Л Е Н И Е</w:t>
      </w:r>
    </w:p>
    <w:p w:rsidR="00E901B3" w:rsidRDefault="00E901B3" w:rsidP="00E901B3">
      <w:pPr>
        <w:pStyle w:val="ae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 w:rsidR="0098638D">
        <w:rPr>
          <w:sz w:val="28"/>
        </w:rPr>
        <w:t>__________</w:t>
      </w:r>
      <w:r w:rsidR="001D44C5">
        <w:rPr>
          <w:sz w:val="28"/>
        </w:rPr>
        <w:t xml:space="preserve">  №   </w:t>
      </w:r>
      <w:r w:rsidR="0098638D">
        <w:rPr>
          <w:sz w:val="28"/>
        </w:rPr>
        <w:t>_________</w:t>
      </w: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tbl>
      <w:tblPr>
        <w:tblW w:w="9885" w:type="dxa"/>
        <w:tblInd w:w="108" w:type="dxa"/>
        <w:tblLayout w:type="fixed"/>
        <w:tblLook w:val="04A0"/>
      </w:tblPr>
      <w:tblGrid>
        <w:gridCol w:w="5103"/>
        <w:gridCol w:w="4782"/>
      </w:tblGrid>
      <w:tr w:rsidR="00E901B3" w:rsidTr="002360E3">
        <w:tc>
          <w:tcPr>
            <w:tcW w:w="5103" w:type="dxa"/>
            <w:hideMark/>
          </w:tcPr>
          <w:p w:rsidR="00E901B3" w:rsidRDefault="00987690" w:rsidP="00987690">
            <w:pPr>
              <w:pStyle w:val="ae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муниципальный округ» Смоленской области от 20.01.2025 № 55</w:t>
            </w:r>
            <w:r w:rsidR="00E901B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782" w:type="dxa"/>
          </w:tcPr>
          <w:p w:rsidR="00E901B3" w:rsidRDefault="00E901B3" w:rsidP="00CE7366">
            <w:pPr>
              <w:pStyle w:val="ae"/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2360E3" w:rsidRDefault="002360E3" w:rsidP="002360E3">
      <w:pPr>
        <w:ind w:firstLine="708"/>
        <w:jc w:val="both"/>
        <w:rPr>
          <w:sz w:val="28"/>
          <w:szCs w:val="28"/>
        </w:rPr>
      </w:pPr>
    </w:p>
    <w:p w:rsidR="00917EC5" w:rsidRPr="002360E3" w:rsidRDefault="00E901B3" w:rsidP="009A4301">
      <w:pPr>
        <w:spacing w:after="240" w:line="240" w:lineRule="auto"/>
        <w:ind w:firstLine="708"/>
        <w:jc w:val="both"/>
        <w:rPr>
          <w:sz w:val="28"/>
          <w:szCs w:val="28"/>
        </w:rPr>
      </w:pPr>
      <w:r w:rsidRPr="002360E3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</w:t>
      </w:r>
      <w:r w:rsidR="00B33306">
        <w:rPr>
          <w:sz w:val="28"/>
          <w:szCs w:val="28"/>
        </w:rPr>
        <w:t>ого образования «</w:t>
      </w:r>
      <w:proofErr w:type="spellStart"/>
      <w:r w:rsidR="00B33306">
        <w:rPr>
          <w:sz w:val="28"/>
          <w:szCs w:val="28"/>
        </w:rPr>
        <w:t>Ярцевский</w:t>
      </w:r>
      <w:proofErr w:type="spellEnd"/>
      <w:r w:rsidR="00B33306">
        <w:rPr>
          <w:sz w:val="28"/>
          <w:szCs w:val="28"/>
        </w:rPr>
        <w:t xml:space="preserve"> муниципальный округ</w:t>
      </w:r>
      <w:r w:rsidRPr="002360E3">
        <w:rPr>
          <w:sz w:val="28"/>
          <w:szCs w:val="28"/>
        </w:rPr>
        <w:t>» Смоленской области</w:t>
      </w:r>
      <w:r w:rsidRPr="002360E3">
        <w:rPr>
          <w:color w:val="FF0000"/>
          <w:sz w:val="28"/>
          <w:szCs w:val="28"/>
        </w:rPr>
        <w:t xml:space="preserve"> </w:t>
      </w:r>
      <w:r w:rsidR="00987690" w:rsidRPr="002360E3">
        <w:rPr>
          <w:sz w:val="28"/>
          <w:szCs w:val="28"/>
        </w:rPr>
        <w:t xml:space="preserve">от 27.01.2025 № 87  </w:t>
      </w:r>
      <w:r w:rsidRPr="002360E3">
        <w:rPr>
          <w:sz w:val="28"/>
          <w:szCs w:val="28"/>
        </w:rPr>
        <w:t>«</w:t>
      </w:r>
      <w:r w:rsidR="00987690" w:rsidRPr="002360E3">
        <w:rPr>
          <w:sz w:val="28"/>
          <w:szCs w:val="28"/>
        </w:rPr>
        <w:t>Об утверждении Порядка принятия решения о разработке муниципальных программ, их формирования и реализации, Порядка проведения оценки эффективности реализации  муниципальных программ и создании комиссии</w:t>
      </w:r>
      <w:r w:rsidR="00917EC5" w:rsidRPr="002360E3">
        <w:rPr>
          <w:sz w:val="28"/>
          <w:szCs w:val="28"/>
        </w:rPr>
        <w:t xml:space="preserve">» (в ред. </w:t>
      </w:r>
      <w:r w:rsidR="002360E3" w:rsidRPr="002360E3">
        <w:rPr>
          <w:sz w:val="28"/>
          <w:szCs w:val="28"/>
        </w:rPr>
        <w:t>от  07.03.2025  №  318</w:t>
      </w:r>
      <w:r w:rsidR="00917EC5" w:rsidRPr="002360E3">
        <w:rPr>
          <w:sz w:val="28"/>
          <w:szCs w:val="28"/>
        </w:rPr>
        <w:t>)</w:t>
      </w:r>
    </w:p>
    <w:p w:rsidR="00E901B3" w:rsidRDefault="00E901B3" w:rsidP="009A4301">
      <w:pPr>
        <w:pStyle w:val="ae"/>
        <w:spacing w:after="24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</w:t>
      </w:r>
      <w:r w:rsidR="005934B2">
        <w:rPr>
          <w:sz w:val="28"/>
          <w:szCs w:val="28"/>
        </w:rPr>
        <w:t>ого образования «</w:t>
      </w:r>
      <w:proofErr w:type="spellStart"/>
      <w:r w:rsidR="005934B2">
        <w:rPr>
          <w:sz w:val="28"/>
          <w:szCs w:val="28"/>
        </w:rPr>
        <w:t>Ярцевский</w:t>
      </w:r>
      <w:proofErr w:type="spellEnd"/>
      <w:r w:rsidR="005934B2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E901B3" w:rsidRDefault="004E31B7" w:rsidP="009A4301">
      <w:pPr>
        <w:pStyle w:val="ae"/>
        <w:numPr>
          <w:ilvl w:val="0"/>
          <w:numId w:val="5"/>
        </w:numPr>
        <w:tabs>
          <w:tab w:val="left" w:pos="1276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от 20.01.2025 № 55 «Об утверждении муниципальной программы «Гражданско-патриотическое воспитание детей, подростков и молодежи в муниципальном образовании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области» (в ред. от 30.04.2025 № 674) </w:t>
      </w:r>
      <w:r w:rsidR="00E901B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0B4690" w:rsidRDefault="000B4690" w:rsidP="009A4301">
      <w:pPr>
        <w:pStyle w:val="ae"/>
        <w:numPr>
          <w:ilvl w:val="1"/>
          <w:numId w:val="5"/>
        </w:numPr>
        <w:tabs>
          <w:tab w:val="left" w:pos="1276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«Комитет по образованию и молодежной политике» заменить словами «управление по образованию и молодежной политике», </w:t>
      </w:r>
      <w:r w:rsidR="0026617F">
        <w:rPr>
          <w:sz w:val="28"/>
          <w:szCs w:val="28"/>
        </w:rPr>
        <w:t xml:space="preserve">слова «Комитет по культуре и спорту» заменить словами «Управление по культуре и спорту», </w:t>
      </w:r>
      <w:r>
        <w:rPr>
          <w:sz w:val="28"/>
          <w:szCs w:val="28"/>
        </w:rPr>
        <w:t>слова «МБУ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молодежный центр» заменить словами «МБУ «Молодежный центр «Маяк».</w:t>
      </w:r>
    </w:p>
    <w:p w:rsidR="000B4690" w:rsidRDefault="009269D9" w:rsidP="009A4301">
      <w:pPr>
        <w:pStyle w:val="af1"/>
        <w:numPr>
          <w:ilvl w:val="1"/>
          <w:numId w:val="5"/>
        </w:numPr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269D9">
        <w:rPr>
          <w:rFonts w:ascii="Times New Roman" w:hAnsi="Times New Roman"/>
          <w:sz w:val="28"/>
          <w:szCs w:val="28"/>
        </w:rPr>
        <w:t>строку «</w:t>
      </w:r>
      <w:r w:rsidRPr="009269D9">
        <w:rPr>
          <w:rFonts w:ascii="Times New Roman" w:eastAsia="Arial Unicode MS" w:hAnsi="Times New Roman"/>
          <w:sz w:val="28"/>
          <w:szCs w:val="28"/>
        </w:rPr>
        <w:t>Объемы финансового обеспечения за весь период реализации</w:t>
      </w:r>
      <w:r w:rsidRPr="009269D9">
        <w:rPr>
          <w:rFonts w:ascii="Times New Roman" w:hAnsi="Times New Roman"/>
          <w:sz w:val="28"/>
          <w:szCs w:val="28"/>
        </w:rPr>
        <w:t xml:space="preserve"> (по годам реализации и в разрезе источников финансирования на очередной финансовый год и 1, 2 годы планового периода)» </w:t>
      </w:r>
      <w:r w:rsidR="000B4690" w:rsidRPr="009269D9">
        <w:rPr>
          <w:rFonts w:ascii="Times New Roman" w:hAnsi="Times New Roman"/>
          <w:sz w:val="28"/>
          <w:szCs w:val="28"/>
        </w:rPr>
        <w:t>Паспорта муниципальной программы «Гражданско-патриотическое воспитание</w:t>
      </w:r>
      <w:r w:rsidR="00D64FB5" w:rsidRPr="009269D9">
        <w:rPr>
          <w:rFonts w:ascii="Times New Roman" w:hAnsi="Times New Roman"/>
          <w:sz w:val="28"/>
          <w:szCs w:val="28"/>
        </w:rPr>
        <w:t xml:space="preserve"> детей, подростков и молодежи в муниципальном образовании «</w:t>
      </w:r>
      <w:proofErr w:type="spellStart"/>
      <w:r w:rsidR="00D64FB5" w:rsidRPr="009269D9">
        <w:rPr>
          <w:rFonts w:ascii="Times New Roman" w:hAnsi="Times New Roman"/>
          <w:sz w:val="28"/>
          <w:szCs w:val="28"/>
        </w:rPr>
        <w:t>Ярцевский</w:t>
      </w:r>
      <w:proofErr w:type="spellEnd"/>
      <w:r w:rsidR="00D64FB5" w:rsidRPr="009269D9">
        <w:rPr>
          <w:rFonts w:ascii="Times New Roman" w:hAnsi="Times New Roman"/>
          <w:sz w:val="28"/>
          <w:szCs w:val="28"/>
        </w:rPr>
        <w:t xml:space="preserve"> муниципальный округ» Смоленской области» изложить в </w:t>
      </w:r>
      <w:r w:rsidRPr="009269D9">
        <w:rPr>
          <w:rFonts w:ascii="Times New Roman" w:hAnsi="Times New Roman"/>
          <w:sz w:val="28"/>
          <w:szCs w:val="28"/>
        </w:rPr>
        <w:t>новой</w:t>
      </w:r>
      <w:r w:rsidR="00D64FB5" w:rsidRPr="009269D9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Style w:val="aa"/>
        <w:tblW w:w="0" w:type="auto"/>
        <w:tblLook w:val="04A0"/>
      </w:tblPr>
      <w:tblGrid>
        <w:gridCol w:w="3794"/>
        <w:gridCol w:w="5670"/>
      </w:tblGrid>
      <w:tr w:rsidR="008635E5" w:rsidTr="008635E5">
        <w:tc>
          <w:tcPr>
            <w:tcW w:w="3794" w:type="dxa"/>
          </w:tcPr>
          <w:p w:rsidR="008635E5" w:rsidRDefault="008635E5" w:rsidP="008635E5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>Объ</w:t>
            </w:r>
            <w:r w:rsidRPr="00713A7A">
              <w:rPr>
                <w:rFonts w:eastAsia="Arial Unicode MS"/>
                <w:sz w:val="24"/>
                <w:szCs w:val="24"/>
              </w:rPr>
              <w:t>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  <w:p w:rsidR="008635E5" w:rsidRDefault="008635E5" w:rsidP="008635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составляет </w:t>
            </w:r>
            <w:r w:rsidRPr="00306A25">
              <w:rPr>
                <w:rFonts w:ascii="Times New Roman" w:hAnsi="Times New Roman"/>
                <w:bCs/>
                <w:sz w:val="24"/>
                <w:szCs w:val="24"/>
              </w:rPr>
              <w:t>14 123 947,37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 xml:space="preserve">- 2025 год – </w:t>
            </w:r>
            <w:r w:rsidRPr="00306A25">
              <w:rPr>
                <w:rFonts w:ascii="Times New Roman" w:hAnsi="Times New Roman"/>
                <w:bCs/>
                <w:sz w:val="24"/>
                <w:szCs w:val="24"/>
              </w:rPr>
              <w:t xml:space="preserve">2 123 947,37 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>- 2026 год – 5 000 000,00 рублей;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>- 2027 год – 7 000 000,00 рублей.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финансирования: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 xml:space="preserve"> – всего </w:t>
            </w:r>
            <w:r w:rsidRPr="00306A25">
              <w:rPr>
                <w:rFonts w:ascii="Times New Roman" w:hAnsi="Times New Roman"/>
                <w:bCs/>
                <w:sz w:val="24"/>
                <w:szCs w:val="24"/>
              </w:rPr>
              <w:t xml:space="preserve">2 123 947,37 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– </w:t>
            </w:r>
            <w:r w:rsidR="00306A25" w:rsidRPr="00306A25">
              <w:rPr>
                <w:rFonts w:ascii="Times New Roman" w:hAnsi="Times New Roman"/>
                <w:sz w:val="24"/>
                <w:szCs w:val="24"/>
              </w:rPr>
              <w:t>0,00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 xml:space="preserve">средства областного бюджета – </w:t>
            </w:r>
            <w:r w:rsidR="00306A25" w:rsidRPr="00306A25">
              <w:rPr>
                <w:rFonts w:ascii="Times New Roman" w:hAnsi="Times New Roman"/>
                <w:sz w:val="24"/>
                <w:szCs w:val="24"/>
              </w:rPr>
              <w:t xml:space="preserve">1 500 000,00 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306A25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306A25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 Смоленской области – </w:t>
            </w:r>
            <w:r w:rsidR="00306A25" w:rsidRPr="00306A25">
              <w:rPr>
                <w:rFonts w:ascii="Times New Roman" w:hAnsi="Times New Roman"/>
                <w:bCs/>
                <w:sz w:val="24"/>
                <w:szCs w:val="24"/>
              </w:rPr>
              <w:t xml:space="preserve">623 947,37 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 xml:space="preserve"> – всего </w:t>
            </w:r>
            <w:r w:rsidR="00306A25" w:rsidRPr="00306A25">
              <w:rPr>
                <w:rFonts w:ascii="Times New Roman" w:hAnsi="Times New Roman"/>
                <w:sz w:val="24"/>
                <w:szCs w:val="24"/>
              </w:rPr>
              <w:t xml:space="preserve">5 000 000,00 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– </w:t>
            </w:r>
            <w:r w:rsidR="00306A25" w:rsidRPr="00306A25">
              <w:rPr>
                <w:rFonts w:ascii="Times New Roman" w:hAnsi="Times New Roman"/>
                <w:sz w:val="24"/>
                <w:szCs w:val="24"/>
              </w:rPr>
              <w:t>0,00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 xml:space="preserve">средства областного бюджета – </w:t>
            </w:r>
            <w:r w:rsidR="00306A25" w:rsidRPr="00306A25">
              <w:rPr>
                <w:rFonts w:ascii="Times New Roman" w:hAnsi="Times New Roman"/>
                <w:sz w:val="24"/>
                <w:szCs w:val="24"/>
              </w:rPr>
              <w:t xml:space="preserve">5 000 000,00  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306A25">
              <w:rPr>
                <w:rFonts w:ascii="Times New Roman" w:hAnsi="Times New Roman"/>
                <w:sz w:val="24"/>
                <w:szCs w:val="24"/>
              </w:rPr>
              <w:t>Ярцевский</w:t>
            </w:r>
            <w:proofErr w:type="spellEnd"/>
            <w:r w:rsidRPr="00306A25">
              <w:rPr>
                <w:rFonts w:ascii="Times New Roman" w:hAnsi="Times New Roman"/>
                <w:sz w:val="24"/>
                <w:szCs w:val="24"/>
              </w:rPr>
              <w:t xml:space="preserve"> муниципальный ок</w:t>
            </w:r>
            <w:r w:rsidR="00306A25" w:rsidRPr="00306A25">
              <w:rPr>
                <w:rFonts w:ascii="Times New Roman" w:hAnsi="Times New Roman"/>
                <w:sz w:val="24"/>
                <w:szCs w:val="24"/>
              </w:rPr>
              <w:t xml:space="preserve">руг» Смоленской области – 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0,00 рублей.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b/>
                <w:sz w:val="24"/>
                <w:szCs w:val="24"/>
              </w:rPr>
              <w:t>2027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 xml:space="preserve"> год – всего </w:t>
            </w:r>
            <w:r w:rsidR="00306A25" w:rsidRPr="00306A25">
              <w:rPr>
                <w:rFonts w:ascii="Times New Roman" w:hAnsi="Times New Roman"/>
                <w:sz w:val="24"/>
                <w:szCs w:val="24"/>
              </w:rPr>
              <w:t xml:space="preserve">7 000 000,00 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8635E5" w:rsidRPr="00306A25" w:rsidRDefault="008635E5" w:rsidP="008F1AA5">
            <w:pPr>
              <w:pStyle w:val="af1"/>
              <w:spacing w:after="24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– </w:t>
            </w:r>
            <w:r w:rsidR="00306A25" w:rsidRPr="00306A25">
              <w:rPr>
                <w:rFonts w:ascii="Times New Roman" w:hAnsi="Times New Roman"/>
                <w:sz w:val="24"/>
                <w:szCs w:val="24"/>
              </w:rPr>
              <w:t>0,00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635E5" w:rsidRPr="00306A25" w:rsidRDefault="008635E5" w:rsidP="008F1AA5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A25">
              <w:rPr>
                <w:rFonts w:ascii="Times New Roman" w:hAnsi="Times New Roman"/>
                <w:sz w:val="24"/>
                <w:szCs w:val="24"/>
              </w:rPr>
              <w:t xml:space="preserve">средства областного бюджета – </w:t>
            </w:r>
            <w:r w:rsidR="00306A25" w:rsidRPr="00306A25">
              <w:rPr>
                <w:rFonts w:ascii="Times New Roman" w:hAnsi="Times New Roman"/>
                <w:sz w:val="24"/>
                <w:szCs w:val="24"/>
              </w:rPr>
              <w:t xml:space="preserve">7 000 000,00 </w:t>
            </w:r>
            <w:r w:rsidRPr="00306A25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8635E5" w:rsidRPr="00306A25" w:rsidRDefault="008635E5" w:rsidP="008F1AA5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306A25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306A25">
              <w:rPr>
                <w:sz w:val="24"/>
                <w:szCs w:val="24"/>
              </w:rPr>
              <w:t>Ярцевский</w:t>
            </w:r>
            <w:proofErr w:type="spellEnd"/>
            <w:r w:rsidRPr="00306A25">
              <w:rPr>
                <w:sz w:val="24"/>
                <w:szCs w:val="24"/>
              </w:rPr>
              <w:t xml:space="preserve"> муниципальный округ» Смоленской</w:t>
            </w:r>
            <w:r w:rsidR="00306A25" w:rsidRPr="00306A25">
              <w:rPr>
                <w:sz w:val="24"/>
                <w:szCs w:val="24"/>
              </w:rPr>
              <w:t xml:space="preserve"> области – </w:t>
            </w:r>
            <w:r w:rsidRPr="00306A25">
              <w:rPr>
                <w:sz w:val="24"/>
                <w:szCs w:val="24"/>
              </w:rPr>
              <w:t>0,00 рублей.</w:t>
            </w:r>
          </w:p>
        </w:tc>
      </w:tr>
    </w:tbl>
    <w:p w:rsidR="00D64FB5" w:rsidRDefault="00445751" w:rsidP="00C352A2">
      <w:pPr>
        <w:pStyle w:val="ae"/>
        <w:numPr>
          <w:ilvl w:val="1"/>
          <w:numId w:val="5"/>
        </w:numPr>
        <w:spacing w:before="240" w:after="24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7D68EB">
        <w:rPr>
          <w:sz w:val="28"/>
          <w:szCs w:val="28"/>
        </w:rPr>
        <w:t xml:space="preserve">4 «Финансовое обеспечение муниципальной программы» изложить в </w:t>
      </w:r>
      <w:r w:rsidR="00C551FA">
        <w:rPr>
          <w:sz w:val="28"/>
          <w:szCs w:val="28"/>
        </w:rPr>
        <w:t>новой</w:t>
      </w:r>
      <w:r w:rsidR="007D68EB">
        <w:rPr>
          <w:sz w:val="28"/>
          <w:szCs w:val="28"/>
        </w:rPr>
        <w:t xml:space="preserve"> редакции:</w:t>
      </w:r>
    </w:p>
    <w:p w:rsidR="00327C88" w:rsidRPr="00FB4B33" w:rsidRDefault="00327C88" w:rsidP="00327C88">
      <w:pPr>
        <w:jc w:val="center"/>
        <w:rPr>
          <w:b/>
          <w:sz w:val="24"/>
          <w:szCs w:val="24"/>
        </w:rPr>
      </w:pPr>
      <w:r w:rsidRPr="00FB4B33">
        <w:rPr>
          <w:b/>
          <w:sz w:val="24"/>
          <w:szCs w:val="24"/>
        </w:rPr>
        <w:t>4.  Финансовое обеспечение муниципальной программы</w:t>
      </w:r>
    </w:p>
    <w:tbl>
      <w:tblPr>
        <w:tblStyle w:val="11"/>
        <w:tblW w:w="4967" w:type="pct"/>
        <w:jc w:val="center"/>
        <w:tblInd w:w="-1039" w:type="dxa"/>
        <w:tblLook w:val="04A0"/>
      </w:tblPr>
      <w:tblGrid>
        <w:gridCol w:w="3229"/>
        <w:gridCol w:w="1694"/>
        <w:gridCol w:w="1420"/>
        <w:gridCol w:w="8"/>
        <w:gridCol w:w="1415"/>
        <w:gridCol w:w="1742"/>
      </w:tblGrid>
      <w:tr w:rsidR="005A16B0" w:rsidRPr="00327C88" w:rsidTr="004301E7">
        <w:trPr>
          <w:tblHeader/>
          <w:jc w:val="center"/>
        </w:trPr>
        <w:tc>
          <w:tcPr>
            <w:tcW w:w="1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27C88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88" w:rsidRPr="00327C88" w:rsidRDefault="00327C88" w:rsidP="004B3786">
            <w:pPr>
              <w:spacing w:line="240" w:lineRule="auto"/>
              <w:ind w:right="-24" w:firstLine="0"/>
              <w:jc w:val="center"/>
              <w:rPr>
                <w:spacing w:val="-2"/>
                <w:sz w:val="20"/>
              </w:rPr>
            </w:pPr>
          </w:p>
          <w:p w:rsidR="00327C88" w:rsidRPr="00327C88" w:rsidRDefault="00327C88" w:rsidP="004B3786">
            <w:pPr>
              <w:spacing w:line="240" w:lineRule="auto"/>
              <w:ind w:right="-24" w:firstLine="0"/>
              <w:jc w:val="center"/>
              <w:rPr>
                <w:spacing w:val="-2"/>
                <w:sz w:val="20"/>
              </w:rPr>
            </w:pPr>
          </w:p>
          <w:p w:rsidR="00327C88" w:rsidRPr="00327C88" w:rsidRDefault="00327C88" w:rsidP="004B3786">
            <w:pPr>
              <w:spacing w:line="240" w:lineRule="auto"/>
              <w:ind w:right="-24" w:firstLine="0"/>
              <w:jc w:val="center"/>
              <w:rPr>
                <w:spacing w:val="-2"/>
                <w:sz w:val="20"/>
              </w:rPr>
            </w:pPr>
            <w:r w:rsidRPr="00327C88">
              <w:rPr>
                <w:spacing w:val="-2"/>
                <w:sz w:val="20"/>
              </w:rPr>
              <w:t>Всего</w:t>
            </w:r>
          </w:p>
        </w:tc>
        <w:tc>
          <w:tcPr>
            <w:tcW w:w="2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jc w:val="center"/>
              <w:rPr>
                <w:spacing w:val="-2"/>
                <w:sz w:val="20"/>
              </w:rPr>
            </w:pPr>
            <w:r w:rsidRPr="00327C88">
              <w:rPr>
                <w:rFonts w:eastAsia="Times New Roman"/>
                <w:spacing w:val="-2"/>
                <w:sz w:val="20"/>
              </w:rPr>
              <w:t>Объем финансового обеспечения по годам реализации, рублей</w:t>
            </w:r>
          </w:p>
        </w:tc>
      </w:tr>
      <w:tr w:rsidR="005B37EF" w:rsidRPr="00327C88" w:rsidTr="004301E7">
        <w:trPr>
          <w:trHeight w:val="1116"/>
          <w:tblHeader/>
          <w:jc w:val="center"/>
        </w:trPr>
        <w:tc>
          <w:tcPr>
            <w:tcW w:w="1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88" w:rsidRPr="00327C88" w:rsidRDefault="00327C88" w:rsidP="004B3786">
            <w:pPr>
              <w:spacing w:line="240" w:lineRule="auto"/>
              <w:jc w:val="center"/>
              <w:rPr>
                <w:sz w:val="20"/>
                <w:shd w:val="clear" w:color="auto" w:fill="FFFFFF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27C88">
              <w:rPr>
                <w:sz w:val="20"/>
                <w:shd w:val="clear" w:color="auto" w:fill="FFFFFF"/>
              </w:rPr>
              <w:t>2025г.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0"/>
              <w:jc w:val="center"/>
              <w:rPr>
                <w:sz w:val="20"/>
                <w:shd w:val="clear" w:color="auto" w:fill="FFFFFF"/>
              </w:rPr>
            </w:pPr>
            <w:r w:rsidRPr="00327C88">
              <w:rPr>
                <w:sz w:val="20"/>
                <w:shd w:val="clear" w:color="auto" w:fill="FFFFFF"/>
              </w:rPr>
              <w:t>2026г.</w:t>
            </w:r>
          </w:p>
        </w:tc>
        <w:tc>
          <w:tcPr>
            <w:tcW w:w="916" w:type="pct"/>
            <w:tcBorders>
              <w:lef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70"/>
              <w:jc w:val="center"/>
              <w:rPr>
                <w:sz w:val="20"/>
                <w:shd w:val="clear" w:color="auto" w:fill="FFFFFF"/>
              </w:rPr>
            </w:pPr>
            <w:r w:rsidRPr="00327C88">
              <w:rPr>
                <w:sz w:val="20"/>
                <w:shd w:val="clear" w:color="auto" w:fill="FFFFFF"/>
              </w:rPr>
              <w:t>2027г.</w:t>
            </w:r>
          </w:p>
        </w:tc>
      </w:tr>
      <w:tr w:rsidR="005B37EF" w:rsidRPr="00327C88" w:rsidTr="004301E7">
        <w:trPr>
          <w:trHeight w:val="282"/>
          <w:tblHeader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27C88">
              <w:rPr>
                <w:sz w:val="24"/>
                <w:szCs w:val="24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0"/>
              <w:jc w:val="center"/>
              <w:rPr>
                <w:spacing w:val="-2"/>
                <w:sz w:val="20"/>
              </w:rPr>
            </w:pPr>
            <w:r w:rsidRPr="00327C88">
              <w:rPr>
                <w:spacing w:val="-2"/>
                <w:sz w:val="20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0"/>
              </w:rPr>
            </w:pPr>
          </w:p>
        </w:tc>
        <w:tc>
          <w:tcPr>
            <w:tcW w:w="748" w:type="pct"/>
            <w:gridSpan w:val="2"/>
            <w:tcBorders>
              <w:lef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27C88">
              <w:rPr>
                <w:sz w:val="20"/>
              </w:rPr>
              <w:t>5</w:t>
            </w:r>
          </w:p>
        </w:tc>
        <w:tc>
          <w:tcPr>
            <w:tcW w:w="916" w:type="pct"/>
            <w:tcBorders>
              <w:left w:val="single" w:sz="4" w:space="0" w:color="auto"/>
            </w:tcBorders>
          </w:tcPr>
          <w:p w:rsidR="00327C88" w:rsidRPr="00327C88" w:rsidRDefault="00327C88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27C88">
              <w:rPr>
                <w:sz w:val="20"/>
              </w:rPr>
              <w:t>6</w:t>
            </w:r>
          </w:p>
        </w:tc>
      </w:tr>
      <w:tr w:rsidR="00F11141" w:rsidRPr="00327C88" w:rsidTr="004301E7">
        <w:trPr>
          <w:trHeight w:val="433"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41" w:rsidRPr="00327C88" w:rsidRDefault="00F11141" w:rsidP="004B3786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327C88">
              <w:rPr>
                <w:i/>
                <w:sz w:val="24"/>
                <w:szCs w:val="24"/>
              </w:rPr>
              <w:t>Муниципальная программа  (всего)</w:t>
            </w:r>
            <w:r w:rsidRPr="00327C88"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F11141" w:rsidRPr="00327C88" w:rsidRDefault="00F11141" w:rsidP="004B3786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327C88">
              <w:rPr>
                <w:rFonts w:eastAsia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41" w:rsidRPr="00F11141" w:rsidRDefault="00F11141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11141">
              <w:rPr>
                <w:bCs/>
                <w:sz w:val="20"/>
              </w:rPr>
              <w:t>14 123 947,37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1141" w:rsidRPr="00F11141" w:rsidRDefault="00F11141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11141">
              <w:rPr>
                <w:bCs/>
                <w:sz w:val="20"/>
              </w:rPr>
              <w:t>2 123 947,37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F11141" w:rsidRPr="00F11141" w:rsidRDefault="00F11141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11141">
              <w:rPr>
                <w:sz w:val="20"/>
              </w:rPr>
              <w:t>5 000 000,00</w:t>
            </w:r>
          </w:p>
        </w:tc>
        <w:tc>
          <w:tcPr>
            <w:tcW w:w="916" w:type="pct"/>
            <w:tcBorders>
              <w:left w:val="single" w:sz="4" w:space="0" w:color="auto"/>
            </w:tcBorders>
            <w:vAlign w:val="center"/>
          </w:tcPr>
          <w:p w:rsidR="00F11141" w:rsidRPr="00F11141" w:rsidRDefault="00F11141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11141">
              <w:rPr>
                <w:sz w:val="20"/>
              </w:rPr>
              <w:t>7 000 000,00</w:t>
            </w:r>
          </w:p>
        </w:tc>
      </w:tr>
      <w:tr w:rsidR="005B37EF" w:rsidRPr="00327C88" w:rsidTr="004301E7">
        <w:trPr>
          <w:trHeight w:val="433"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27C8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left="-103" w:firstLine="131"/>
              <w:jc w:val="center"/>
              <w:rPr>
                <w:sz w:val="20"/>
              </w:rPr>
            </w:pPr>
            <w:r w:rsidRPr="00327C88">
              <w:rPr>
                <w:sz w:val="20"/>
              </w:rPr>
              <w:t>0,00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left="-103" w:firstLine="131"/>
              <w:jc w:val="center"/>
              <w:rPr>
                <w:sz w:val="20"/>
              </w:rPr>
            </w:pPr>
            <w:r w:rsidRPr="00327C88">
              <w:rPr>
                <w:sz w:val="20"/>
              </w:rPr>
              <w:t>0,00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left="-103" w:firstLine="131"/>
              <w:jc w:val="center"/>
              <w:rPr>
                <w:sz w:val="20"/>
              </w:rPr>
            </w:pPr>
            <w:r w:rsidRPr="00327C88">
              <w:rPr>
                <w:sz w:val="20"/>
              </w:rPr>
              <w:t>0,00</w:t>
            </w:r>
          </w:p>
        </w:tc>
        <w:tc>
          <w:tcPr>
            <w:tcW w:w="916" w:type="pct"/>
            <w:tcBorders>
              <w:left w:val="single" w:sz="4" w:space="0" w:color="auto"/>
            </w:tcBorders>
            <w:vAlign w:val="center"/>
          </w:tcPr>
          <w:p w:rsidR="00327C88" w:rsidRPr="00327C88" w:rsidRDefault="00327C88" w:rsidP="004B3786">
            <w:pPr>
              <w:spacing w:line="240" w:lineRule="auto"/>
              <w:ind w:left="-103" w:firstLine="131"/>
              <w:jc w:val="center"/>
              <w:rPr>
                <w:sz w:val="20"/>
              </w:rPr>
            </w:pPr>
            <w:r w:rsidRPr="00327C88">
              <w:rPr>
                <w:sz w:val="20"/>
              </w:rPr>
              <w:t>0,00</w:t>
            </w:r>
          </w:p>
        </w:tc>
      </w:tr>
      <w:tr w:rsidR="00C01B8A" w:rsidRPr="00327C88" w:rsidTr="004301E7">
        <w:trPr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8A" w:rsidRPr="00327C88" w:rsidRDefault="00C01B8A" w:rsidP="004B3786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327C88">
              <w:rPr>
                <w:rFonts w:eastAsia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A" w:rsidRPr="00C01B8A" w:rsidRDefault="00C01B8A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01B8A">
              <w:rPr>
                <w:sz w:val="20"/>
              </w:rPr>
              <w:t>13 500 000,00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B8A" w:rsidRPr="00C01B8A" w:rsidRDefault="00C01B8A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01B8A">
              <w:rPr>
                <w:sz w:val="20"/>
              </w:rPr>
              <w:t>1 500 000,00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C01B8A" w:rsidRPr="00C01B8A" w:rsidRDefault="00C01B8A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01B8A">
              <w:rPr>
                <w:sz w:val="20"/>
              </w:rPr>
              <w:t>5 000 000,00</w:t>
            </w:r>
          </w:p>
        </w:tc>
        <w:tc>
          <w:tcPr>
            <w:tcW w:w="916" w:type="pct"/>
            <w:tcBorders>
              <w:left w:val="single" w:sz="4" w:space="0" w:color="auto"/>
            </w:tcBorders>
            <w:vAlign w:val="center"/>
          </w:tcPr>
          <w:p w:rsidR="00C01B8A" w:rsidRPr="00C01B8A" w:rsidRDefault="00C01B8A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C01B8A">
              <w:rPr>
                <w:sz w:val="20"/>
              </w:rPr>
              <w:t>7 000 000,00</w:t>
            </w:r>
          </w:p>
        </w:tc>
      </w:tr>
      <w:tr w:rsidR="00F11141" w:rsidRPr="00327C88" w:rsidTr="004301E7">
        <w:trPr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41" w:rsidRPr="00327C88" w:rsidRDefault="00F11141" w:rsidP="004B3786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327C88">
              <w:rPr>
                <w:sz w:val="24"/>
                <w:szCs w:val="24"/>
              </w:rPr>
              <w:t>бюджет муниципального образования «</w:t>
            </w:r>
            <w:proofErr w:type="spellStart"/>
            <w:r w:rsidRPr="00327C88">
              <w:rPr>
                <w:sz w:val="24"/>
                <w:szCs w:val="24"/>
              </w:rPr>
              <w:t>Ярцевский</w:t>
            </w:r>
            <w:proofErr w:type="spellEnd"/>
            <w:r w:rsidRPr="00327C88">
              <w:rPr>
                <w:sz w:val="24"/>
                <w:szCs w:val="24"/>
              </w:rPr>
              <w:t xml:space="preserve"> муниципальный округ» Смоленской области 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41" w:rsidRPr="00F11141" w:rsidRDefault="00F11141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11141">
              <w:rPr>
                <w:bCs/>
                <w:sz w:val="20"/>
              </w:rPr>
              <w:t>623 947,37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1141" w:rsidRPr="00F11141" w:rsidRDefault="00F11141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11141">
              <w:rPr>
                <w:bCs/>
                <w:sz w:val="20"/>
              </w:rPr>
              <w:t>623 947,37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F11141" w:rsidRPr="00F11141" w:rsidRDefault="00F11141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11141">
              <w:rPr>
                <w:sz w:val="20"/>
              </w:rPr>
              <w:t>0,00</w:t>
            </w:r>
          </w:p>
        </w:tc>
        <w:tc>
          <w:tcPr>
            <w:tcW w:w="916" w:type="pct"/>
            <w:tcBorders>
              <w:left w:val="single" w:sz="4" w:space="0" w:color="auto"/>
            </w:tcBorders>
            <w:vAlign w:val="center"/>
          </w:tcPr>
          <w:p w:rsidR="00F11141" w:rsidRPr="00F11141" w:rsidRDefault="00F11141" w:rsidP="004B378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11141">
              <w:rPr>
                <w:sz w:val="20"/>
              </w:rPr>
              <w:t>0,00</w:t>
            </w:r>
          </w:p>
        </w:tc>
      </w:tr>
    </w:tbl>
    <w:p w:rsidR="00327C88" w:rsidRPr="00327C88" w:rsidRDefault="00327C88" w:rsidP="00121A67">
      <w:pPr>
        <w:pStyle w:val="af1"/>
        <w:numPr>
          <w:ilvl w:val="1"/>
          <w:numId w:val="5"/>
        </w:numPr>
        <w:tabs>
          <w:tab w:val="left" w:pos="1276"/>
        </w:tabs>
        <w:spacing w:before="240"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27C88">
        <w:rPr>
          <w:rFonts w:ascii="Times New Roman" w:hAnsi="Times New Roman"/>
          <w:sz w:val="28"/>
          <w:szCs w:val="28"/>
        </w:rPr>
        <w:t>Приложение № 3 к Паспорту муниципальной программы «Гражданско-патриотическое воспитание детей, подростков и молодежи в муниципальном образовании «</w:t>
      </w:r>
      <w:proofErr w:type="spellStart"/>
      <w:r w:rsidRPr="00327C88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327C88">
        <w:rPr>
          <w:rFonts w:ascii="Times New Roman" w:hAnsi="Times New Roman"/>
          <w:sz w:val="28"/>
          <w:szCs w:val="28"/>
        </w:rPr>
        <w:t xml:space="preserve"> муниципальный округ» </w:t>
      </w:r>
      <w:r w:rsidRPr="00327C88">
        <w:rPr>
          <w:rFonts w:ascii="Times New Roman" w:hAnsi="Times New Roman"/>
          <w:sz w:val="28"/>
          <w:szCs w:val="28"/>
        </w:rPr>
        <w:lastRenderedPageBreak/>
        <w:t>Смоленской области</w:t>
      </w:r>
      <w:r>
        <w:rPr>
          <w:rFonts w:ascii="Times New Roman" w:hAnsi="Times New Roman"/>
          <w:sz w:val="28"/>
          <w:szCs w:val="28"/>
        </w:rPr>
        <w:t>» «Финансирование структурных элементов муниципальной программы</w:t>
      </w:r>
      <w:r w:rsidR="001A3E43">
        <w:rPr>
          <w:rFonts w:ascii="Times New Roman" w:hAnsi="Times New Roman"/>
          <w:sz w:val="28"/>
          <w:szCs w:val="28"/>
        </w:rPr>
        <w:t>»</w:t>
      </w:r>
      <w:r w:rsidR="009A67A3">
        <w:rPr>
          <w:rFonts w:ascii="Times New Roman" w:hAnsi="Times New Roman"/>
          <w:sz w:val="28"/>
          <w:szCs w:val="28"/>
        </w:rPr>
        <w:t xml:space="preserve"> изложить в </w:t>
      </w:r>
      <w:r w:rsidR="008A2846">
        <w:rPr>
          <w:rFonts w:ascii="Times New Roman" w:hAnsi="Times New Roman"/>
          <w:sz w:val="28"/>
          <w:szCs w:val="28"/>
        </w:rPr>
        <w:t xml:space="preserve">новой </w:t>
      </w:r>
      <w:r w:rsidR="009A67A3">
        <w:rPr>
          <w:rFonts w:ascii="Times New Roman" w:hAnsi="Times New Roman"/>
          <w:sz w:val="28"/>
          <w:szCs w:val="28"/>
        </w:rPr>
        <w:t>редакции (прилагается).</w:t>
      </w:r>
    </w:p>
    <w:p w:rsidR="004301E7" w:rsidRPr="00BF358B" w:rsidRDefault="004301E7" w:rsidP="00121A67">
      <w:pPr>
        <w:pStyle w:val="ae"/>
        <w:numPr>
          <w:ilvl w:val="0"/>
          <w:numId w:val="5"/>
        </w:numPr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</w:t>
      </w:r>
      <w:r w:rsidRPr="00BF358B">
        <w:rPr>
          <w:sz w:val="28"/>
          <w:szCs w:val="28"/>
        </w:rPr>
        <w:t>(</w:t>
      </w:r>
      <w:proofErr w:type="spellStart"/>
      <w:r w:rsidRPr="00BF358B">
        <w:rPr>
          <w:sz w:val="28"/>
          <w:szCs w:val="28"/>
          <w:lang w:val="en-US"/>
        </w:rPr>
        <w:t>yarcevo</w:t>
      </w:r>
      <w:proofErr w:type="spellEnd"/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proofErr w:type="spellStart"/>
      <w:r w:rsidRPr="00BF358B">
        <w:rPr>
          <w:sz w:val="28"/>
          <w:szCs w:val="28"/>
          <w:lang w:val="en-US"/>
        </w:rPr>
        <w:t>smolensk</w:t>
      </w:r>
      <w:proofErr w:type="spellEnd"/>
      <w:r w:rsidRPr="00BF358B">
        <w:rPr>
          <w:sz w:val="28"/>
          <w:szCs w:val="28"/>
        </w:rPr>
        <w:t>.</w:t>
      </w:r>
      <w:proofErr w:type="spellStart"/>
      <w:r w:rsidRPr="00BF358B">
        <w:rPr>
          <w:sz w:val="28"/>
          <w:szCs w:val="28"/>
          <w:lang w:val="en-US"/>
        </w:rPr>
        <w:t>ru</w:t>
      </w:r>
      <w:proofErr w:type="spellEnd"/>
      <w:r w:rsidRPr="00BF358B">
        <w:rPr>
          <w:sz w:val="28"/>
          <w:szCs w:val="28"/>
        </w:rPr>
        <w:t>).</w:t>
      </w:r>
    </w:p>
    <w:p w:rsidR="004301E7" w:rsidRDefault="004301E7" w:rsidP="00121A67">
      <w:pPr>
        <w:pStyle w:val="ae"/>
        <w:numPr>
          <w:ilvl w:val="0"/>
          <w:numId w:val="5"/>
        </w:numPr>
        <w:tabs>
          <w:tab w:val="left" w:pos="34"/>
          <w:tab w:val="left" w:pos="1134"/>
        </w:tabs>
        <w:ind w:left="0" w:firstLine="708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Контроль за исполнением настоя</w:t>
      </w:r>
      <w:r>
        <w:rPr>
          <w:sz w:val="28"/>
          <w:szCs w:val="28"/>
        </w:rPr>
        <w:t>щего постановления возложить</w:t>
      </w:r>
    </w:p>
    <w:p w:rsidR="004301E7" w:rsidRDefault="004301E7" w:rsidP="00121A67">
      <w:pPr>
        <w:pStyle w:val="ae"/>
        <w:tabs>
          <w:tab w:val="left" w:pos="3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AB4DE5">
        <w:rPr>
          <w:sz w:val="28"/>
          <w:szCs w:val="28"/>
        </w:rPr>
        <w:t>заместителя Главы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AB4DE5">
        <w:rPr>
          <w:sz w:val="28"/>
          <w:szCs w:val="28"/>
        </w:rPr>
        <w:t>» Смоленской области Н.Н. Соловьеву.</w:t>
      </w:r>
    </w:p>
    <w:p w:rsidR="004301E7" w:rsidRDefault="004301E7" w:rsidP="00C352A2">
      <w:pPr>
        <w:pStyle w:val="ae"/>
        <w:tabs>
          <w:tab w:val="left" w:pos="34"/>
        </w:tabs>
        <w:ind w:left="1968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01B3" w:rsidRPr="00BF358B" w:rsidRDefault="00E901B3" w:rsidP="00097286">
      <w:pPr>
        <w:pStyle w:val="ae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901B3" w:rsidRDefault="00E901B3" w:rsidP="006574F0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E76B7E" w:rsidRDefault="00E76B7E" w:rsidP="006574F0">
      <w:pPr>
        <w:pStyle w:val="ae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E901B3">
        <w:rPr>
          <w:sz w:val="28"/>
          <w:szCs w:val="28"/>
        </w:rPr>
        <w:t xml:space="preserve">» </w:t>
      </w:r>
    </w:p>
    <w:p w:rsidR="00E901B3" w:rsidRDefault="00E901B3" w:rsidP="006574F0">
      <w:pPr>
        <w:pStyle w:val="ae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E76B7E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Р.Н. Захаров</w:t>
      </w:r>
    </w:p>
    <w:p w:rsidR="005B37EF" w:rsidRDefault="005B37EF" w:rsidP="0086405B">
      <w:pPr>
        <w:jc w:val="center"/>
        <w:rPr>
          <w:b/>
          <w:sz w:val="26"/>
          <w:szCs w:val="26"/>
        </w:rPr>
        <w:sectPr w:rsidR="005B37EF" w:rsidSect="005B37EF">
          <w:headerReference w:type="even" r:id="rId10"/>
          <w:headerReference w:type="default" r:id="rId11"/>
          <w:headerReference w:type="first" r:id="rId12"/>
          <w:pgSz w:w="11907" w:h="16840" w:code="9"/>
          <w:pgMar w:top="1134" w:right="851" w:bottom="1134" w:left="1701" w:header="567" w:footer="567" w:gutter="0"/>
          <w:cols w:space="720"/>
          <w:titlePg/>
          <w:docGrid w:linePitch="272"/>
        </w:sectPr>
      </w:pPr>
    </w:p>
    <w:tbl>
      <w:tblPr>
        <w:tblStyle w:val="aa"/>
        <w:tblpPr w:leftFromText="180" w:rightFromText="180" w:vertAnchor="text" w:horzAnchor="margin" w:tblpY="219"/>
        <w:tblW w:w="15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80"/>
        <w:gridCol w:w="7816"/>
      </w:tblGrid>
      <w:tr w:rsidR="005B37EF" w:rsidRPr="00AF4D23" w:rsidTr="001267D7">
        <w:tc>
          <w:tcPr>
            <w:tcW w:w="7480" w:type="dxa"/>
          </w:tcPr>
          <w:p w:rsidR="005B37EF" w:rsidRPr="00AF4D23" w:rsidRDefault="005B37EF" w:rsidP="001267D7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</w:p>
        </w:tc>
        <w:tc>
          <w:tcPr>
            <w:tcW w:w="7816" w:type="dxa"/>
          </w:tcPr>
          <w:p w:rsidR="002B5376" w:rsidRDefault="005B37EF" w:rsidP="005B37EF">
            <w:pPr>
              <w:spacing w:line="240" w:lineRule="auto"/>
              <w:jc w:val="both"/>
            </w:pPr>
            <w:r>
              <w:t xml:space="preserve">Приложение </w:t>
            </w:r>
            <w:r w:rsidRPr="00A05D91">
              <w:t xml:space="preserve"> к </w:t>
            </w:r>
            <w:r>
              <w:t>Постановлению Администрации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 </w:t>
            </w:r>
          </w:p>
          <w:p w:rsidR="005B37EF" w:rsidRPr="00AF4D23" w:rsidRDefault="005B37EF" w:rsidP="002B5376">
            <w:pPr>
              <w:spacing w:after="240" w:line="240" w:lineRule="auto"/>
              <w:jc w:val="both"/>
            </w:pPr>
            <w:r>
              <w:t>от ______________№__________</w:t>
            </w:r>
          </w:p>
        </w:tc>
      </w:tr>
      <w:tr w:rsidR="006C6C2B" w:rsidRPr="00AF4D23" w:rsidTr="00087DA5">
        <w:tc>
          <w:tcPr>
            <w:tcW w:w="7480" w:type="dxa"/>
          </w:tcPr>
          <w:p w:rsidR="006C6C2B" w:rsidRDefault="006C6C2B" w:rsidP="00087DA5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</w:p>
          <w:p w:rsidR="006C6C2B" w:rsidRPr="00AF4D23" w:rsidRDefault="006C6C2B" w:rsidP="00087DA5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</w:p>
        </w:tc>
        <w:tc>
          <w:tcPr>
            <w:tcW w:w="7816" w:type="dxa"/>
          </w:tcPr>
          <w:p w:rsidR="006C6C2B" w:rsidRPr="00AF4D23" w:rsidRDefault="006C6C2B" w:rsidP="00FF773A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  <w:r w:rsidRPr="00AF4D23">
              <w:t xml:space="preserve">Приложение </w:t>
            </w:r>
            <w:r>
              <w:t xml:space="preserve">№ 3 </w:t>
            </w:r>
            <w:r w:rsidRPr="00AF4D23">
              <w:t xml:space="preserve">к </w:t>
            </w:r>
            <w:r>
              <w:t>Паспорту муниципальной программы «Гражданско-патриотическое воспитание детей, подростков и молодежи в 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области»</w:t>
            </w:r>
          </w:p>
        </w:tc>
      </w:tr>
    </w:tbl>
    <w:p w:rsidR="006C6C2B" w:rsidRDefault="006C6C2B" w:rsidP="00210327">
      <w:pPr>
        <w:spacing w:before="240" w:after="240"/>
        <w:jc w:val="center"/>
        <w:rPr>
          <w:b/>
          <w:sz w:val="28"/>
          <w:szCs w:val="28"/>
        </w:rPr>
      </w:pPr>
      <w:r w:rsidRPr="00BC351B">
        <w:rPr>
          <w:b/>
          <w:sz w:val="28"/>
          <w:szCs w:val="28"/>
        </w:rPr>
        <w:t>Финансирование структурных элементов муниципальной программы</w:t>
      </w:r>
    </w:p>
    <w:tbl>
      <w:tblPr>
        <w:tblpPr w:leftFromText="180" w:rightFromText="180" w:vertAnchor="text" w:horzAnchor="margin" w:tblpX="-305" w:tblpY="26"/>
        <w:tblOverlap w:val="never"/>
        <w:tblW w:w="15573" w:type="dxa"/>
        <w:tblLayout w:type="fixed"/>
        <w:tblLook w:val="04A0"/>
      </w:tblPr>
      <w:tblGrid>
        <w:gridCol w:w="850"/>
        <w:gridCol w:w="4359"/>
        <w:gridCol w:w="6"/>
        <w:gridCol w:w="2406"/>
        <w:gridCol w:w="2410"/>
        <w:gridCol w:w="42"/>
        <w:gridCol w:w="1518"/>
        <w:gridCol w:w="1275"/>
        <w:gridCol w:w="15"/>
        <w:gridCol w:w="1403"/>
        <w:gridCol w:w="43"/>
        <w:gridCol w:w="1232"/>
        <w:gridCol w:w="6"/>
        <w:gridCol w:w="8"/>
      </w:tblGrid>
      <w:tr w:rsidR="006C6C2B" w:rsidRPr="00BC351B" w:rsidTr="00EC4B4B">
        <w:trPr>
          <w:trHeight w:val="183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Default="006C6C2B" w:rsidP="00EC4B4B">
            <w:pPr>
              <w:jc w:val="center"/>
            </w:pPr>
            <w:r w:rsidRPr="00BC351B">
              <w:t xml:space="preserve">№ </w:t>
            </w:r>
          </w:p>
          <w:p w:rsidR="006C6C2B" w:rsidRPr="00BC351B" w:rsidRDefault="006C6C2B" w:rsidP="00EC4B4B">
            <w:pPr>
              <w:jc w:val="center"/>
            </w:pPr>
            <w:proofErr w:type="spellStart"/>
            <w:r w:rsidRPr="00BC351B">
              <w:t>п</w:t>
            </w:r>
            <w:proofErr w:type="spellEnd"/>
            <w:r w:rsidRPr="00BC351B">
              <w:t>/</w:t>
            </w:r>
            <w:proofErr w:type="spellStart"/>
            <w:r w:rsidRPr="00BC351B"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EC4B4B">
            <w:pPr>
              <w:jc w:val="center"/>
            </w:pPr>
            <w:r w:rsidRPr="00BC351B">
              <w:t>Наименование</w:t>
            </w:r>
          </w:p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EC4B4B">
            <w:pPr>
              <w:jc w:val="center"/>
            </w:pPr>
            <w:r w:rsidRPr="00BC351B">
              <w:t>Участник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EC4B4B">
            <w:pPr>
              <w:jc w:val="center"/>
            </w:pPr>
            <w:r w:rsidRPr="00BC351B">
              <w:t>Источник финансового обеспечения (расшифровать)</w:t>
            </w:r>
          </w:p>
        </w:tc>
        <w:tc>
          <w:tcPr>
            <w:tcW w:w="55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EC4B4B">
            <w:pPr>
              <w:jc w:val="center"/>
            </w:pPr>
            <w:r w:rsidRPr="00BC351B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EC4B4B">
            <w:pPr>
              <w:jc w:val="center"/>
            </w:pPr>
          </w:p>
        </w:tc>
        <w:tc>
          <w:tcPr>
            <w:tcW w:w="43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EC4B4B">
            <w:pPr>
              <w:jc w:val="center"/>
            </w:pPr>
          </w:p>
        </w:tc>
        <w:tc>
          <w:tcPr>
            <w:tcW w:w="241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EC4B4B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EC4B4B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EC4B4B">
            <w:pPr>
              <w:jc w:val="center"/>
            </w:pPr>
            <w:r w:rsidRPr="00BC351B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C351B" w:rsidRDefault="006C6C2B" w:rsidP="00EC4B4B">
            <w:pPr>
              <w:jc w:val="center"/>
            </w:pPr>
            <w:r w:rsidRPr="00BC351B">
              <w:rPr>
                <w:color w:val="22272F"/>
                <w:shd w:val="clear" w:color="auto" w:fill="FFFFFF"/>
              </w:rPr>
              <w:t>202</w:t>
            </w:r>
            <w:r>
              <w:rPr>
                <w:color w:val="22272F"/>
                <w:shd w:val="clear" w:color="auto" w:fill="FFFFFF"/>
              </w:rPr>
              <w:t>5</w:t>
            </w:r>
            <w:r w:rsidRPr="00BC351B">
              <w:rPr>
                <w:color w:val="22272F"/>
                <w:shd w:val="clear" w:color="auto" w:fill="FFFFFF"/>
              </w:rPr>
              <w:t>г.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C351B" w:rsidRDefault="006C6C2B" w:rsidP="00EC4B4B">
            <w:pPr>
              <w:jc w:val="center"/>
            </w:pPr>
            <w:r w:rsidRPr="00BC351B">
              <w:rPr>
                <w:spacing w:val="-2"/>
              </w:rPr>
              <w:t>202</w:t>
            </w:r>
            <w:r>
              <w:rPr>
                <w:spacing w:val="-2"/>
              </w:rPr>
              <w:t>6</w:t>
            </w:r>
            <w:r w:rsidRPr="00BC351B">
              <w:rPr>
                <w:spacing w:val="-2"/>
              </w:rPr>
              <w:t xml:space="preserve"> г.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C351B" w:rsidRDefault="006C6C2B" w:rsidP="00EC4B4B">
            <w:pPr>
              <w:jc w:val="center"/>
            </w:pPr>
            <w:r w:rsidRPr="00BC351B">
              <w:t>202</w:t>
            </w:r>
            <w:r>
              <w:t>7</w:t>
            </w:r>
            <w:r w:rsidRPr="00BC351B">
              <w:t xml:space="preserve"> г.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EC4B4B">
            <w:pPr>
              <w:jc w:val="center"/>
            </w:pPr>
            <w:r w:rsidRPr="00BC351B">
              <w:t>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EC4B4B">
            <w:pPr>
              <w:jc w:val="center"/>
            </w:pPr>
            <w:r w:rsidRPr="00BC351B"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EC4B4B">
            <w:pPr>
              <w:jc w:val="center"/>
            </w:pPr>
            <w:r w:rsidRPr="00BC351B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EC4B4B">
            <w:pPr>
              <w:jc w:val="center"/>
            </w:pPr>
            <w:r w:rsidRPr="00BC351B"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EC4B4B">
            <w:pPr>
              <w:jc w:val="center"/>
            </w:pPr>
            <w:r w:rsidRPr="00BC351B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EC4B4B">
            <w:pPr>
              <w:jc w:val="center"/>
            </w:pPr>
            <w:r w:rsidRPr="00BC351B">
              <w:t>6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EC4B4B">
            <w:pPr>
              <w:jc w:val="center"/>
            </w:pPr>
            <w:r w:rsidRPr="00BC351B"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EC4B4B">
            <w:pPr>
              <w:jc w:val="center"/>
            </w:pPr>
            <w:r w:rsidRPr="00BC351B">
              <w:t>8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D4113" w:rsidRDefault="006C6C2B" w:rsidP="00EC4B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Default="006C6C2B" w:rsidP="00EC4B4B">
            <w:pPr>
              <w:spacing w:line="240" w:lineRule="auto"/>
              <w:jc w:val="center"/>
            </w:pPr>
            <w:r w:rsidRPr="00DA4939">
              <w:rPr>
                <w:b/>
                <w:sz w:val="24"/>
                <w:szCs w:val="24"/>
              </w:rPr>
              <w:t xml:space="preserve">Комплекс процессных </w:t>
            </w:r>
            <w:r w:rsidRPr="00155036">
              <w:rPr>
                <w:b/>
                <w:sz w:val="24"/>
                <w:szCs w:val="24"/>
              </w:rPr>
              <w:t xml:space="preserve">мероприятий </w:t>
            </w:r>
            <w:r w:rsidRPr="0081276F">
              <w:rPr>
                <w:b/>
                <w:bCs/>
                <w:i/>
                <w:iCs/>
                <w:sz w:val="24"/>
                <w:szCs w:val="24"/>
              </w:rPr>
              <w:t>«Организация и проведение мероприятий по гражданскому и патриотическому воспитанию детей, подростков и молодежи, включая проведение мероприятий, посвященных памятным датам и праздникам»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6221BD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6221BD">
              <w:t>Организация и проведение волонтёрских патриотических акций: «Обелиск»</w:t>
            </w:r>
            <w:r>
              <w:t>,</w:t>
            </w:r>
            <w:r w:rsidRPr="006221BD">
              <w:t xml:space="preserve"> «Георгиевская лента», «Подарок ветерану», «Лес Памяти», «Россия, вперёд!».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</w:t>
            </w:r>
            <w:r w:rsidR="006C6C2B" w:rsidRPr="006221BD">
              <w:t>олодёжный центр</w:t>
            </w:r>
            <w:r>
              <w:t xml:space="preserve"> «Маяк</w:t>
            </w:r>
            <w:r w:rsidR="006C6C2B" w:rsidRPr="006221BD"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2207AB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2207AB">
              <w:t xml:space="preserve">Организация участия поисковых отрядов </w:t>
            </w:r>
            <w:proofErr w:type="spellStart"/>
            <w:r w:rsidRPr="002207AB">
              <w:t>Ярцевского</w:t>
            </w:r>
            <w:proofErr w:type="spellEnd"/>
            <w:r w:rsidRPr="002207AB">
              <w:t xml:space="preserve"> района в областных, межрегиональных, международных мероприятиях (Вахтах Памяти, акциях, сборах, семинарах и т.п.)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</w:t>
            </w:r>
            <w:r w:rsidRPr="006221BD">
              <w:t>олодёжный центр</w:t>
            </w:r>
            <w:r>
              <w:t xml:space="preserve"> «Маяк</w:t>
            </w:r>
            <w:r w:rsidRPr="006221BD"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0D1104">
              <w:t>1.3.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0D1104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0D1104">
              <w:t>Районный конкурс творческих работ, посвященный 80-летию Победы в Великой Отечественной войне 1941-1945 г.г. (апрель-май)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0D1104">
              <w:t>МУ ДОД «Центр детского творчества»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0D1104">
              <w:t>Бюджет муниципального образования «</w:t>
            </w:r>
            <w:proofErr w:type="spellStart"/>
            <w:r w:rsidRPr="000D1104">
              <w:t>Ярцевский</w:t>
            </w:r>
            <w:proofErr w:type="spellEnd"/>
            <w:r w:rsidRPr="000D1104"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EC4B4B">
            <w:pPr>
              <w:spacing w:line="240" w:lineRule="auto"/>
              <w:jc w:val="center"/>
            </w:pPr>
            <w:r w:rsidRPr="000D1104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EC4B4B">
            <w:pPr>
              <w:spacing w:line="240" w:lineRule="auto"/>
              <w:jc w:val="center"/>
            </w:pPr>
            <w:r w:rsidRPr="000D1104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0D1104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EC4B4B">
            <w:pPr>
              <w:spacing w:line="240" w:lineRule="auto"/>
              <w:jc w:val="center"/>
            </w:pPr>
            <w:r w:rsidRPr="000D1104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3B2BC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3B2BC1">
              <w:rPr>
                <w:b/>
              </w:rPr>
              <w:t>1.4.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3B2BC1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3B2BC1">
              <w:rPr>
                <w:b/>
              </w:rPr>
              <w:t>Проведение конкурса «Лучший юнармейский отряд».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66FEE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DB7FA4">
              <w:rPr>
                <w:b/>
              </w:rPr>
              <w:t xml:space="preserve">Бюджет муниципального образования </w:t>
            </w:r>
            <w:proofErr w:type="spellStart"/>
            <w:r w:rsidRPr="00DB7FA4">
              <w:rPr>
                <w:b/>
              </w:rPr>
              <w:t>Ярцевский</w:t>
            </w:r>
            <w:proofErr w:type="spellEnd"/>
            <w:r w:rsidRPr="00DB7FA4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spacing w:line="240" w:lineRule="auto"/>
              <w:jc w:val="center"/>
              <w:rPr>
                <w:b/>
              </w:rPr>
            </w:pPr>
            <w:r w:rsidRPr="0091415F">
              <w:rPr>
                <w:b/>
              </w:rPr>
              <w:t>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spacing w:line="240" w:lineRule="auto"/>
              <w:jc w:val="center"/>
              <w:rPr>
                <w:b/>
              </w:rPr>
            </w:pPr>
            <w:r w:rsidRPr="0091415F">
              <w:rPr>
                <w:b/>
              </w:rPr>
              <w:t>5 000,00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91415F">
              <w:rPr>
                <w:b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EC4B4B">
            <w:pPr>
              <w:spacing w:line="240" w:lineRule="auto"/>
              <w:jc w:val="center"/>
              <w:rPr>
                <w:b/>
              </w:rPr>
            </w:pPr>
            <w:r w:rsidRPr="0091415F">
              <w:rPr>
                <w:b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2" w:firstLine="142"/>
              <w:jc w:val="center"/>
            </w:pPr>
            <w:r>
              <w:lastRenderedPageBreak/>
              <w:t>1.5.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9543BF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543BF">
              <w:t xml:space="preserve">Проведение </w:t>
            </w:r>
            <w:r>
              <w:t xml:space="preserve">уроков мужества, </w:t>
            </w:r>
            <w:r w:rsidRPr="009543BF">
              <w:t xml:space="preserve">вечеров памяти, бесед, круглых столов, акций, митингов, посвящённых памятным датам, встреч детей и молодёжи с ветеранами Великой Отечественной войны, тружениками тыла, Героями труда, Почётными гражданами </w:t>
            </w:r>
            <w:proofErr w:type="spellStart"/>
            <w:r w:rsidRPr="009543BF">
              <w:t>Ярцевского</w:t>
            </w:r>
            <w:proofErr w:type="spellEnd"/>
            <w:r w:rsidRPr="009543BF">
              <w:t xml:space="preserve"> района и Смоленской области, </w:t>
            </w:r>
            <w:r>
              <w:t xml:space="preserve">воинами – защитниками Отечества, </w:t>
            </w:r>
            <w:r w:rsidRPr="00373C64">
              <w:rPr>
                <w:color w:val="FF0000"/>
              </w:rPr>
              <w:t xml:space="preserve"> </w:t>
            </w:r>
            <w:r w:rsidRPr="00424FCD">
              <w:t>военнослужащими, уволенными в запас из рядов Вооружённых сил Российской Федерации, курсантами военных училищ.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 xml:space="preserve">Образовательные организации, </w:t>
            </w:r>
            <w:r w:rsidR="003B59A7">
              <w:t xml:space="preserve"> «М</w:t>
            </w:r>
            <w:r w:rsidRPr="00253801">
              <w:t>олодёжный центр</w:t>
            </w:r>
            <w:r w:rsidR="003B59A7">
              <w:t xml:space="preserve"> «Маяк</w:t>
            </w:r>
            <w:r w:rsidRPr="00253801">
              <w:t>»</w:t>
            </w:r>
            <w:r>
              <w:t xml:space="preserve">, ПОУ </w:t>
            </w:r>
            <w:proofErr w:type="spellStart"/>
            <w:r>
              <w:t>Ярцевская</w:t>
            </w:r>
            <w:proofErr w:type="spellEnd"/>
            <w:r>
              <w:t xml:space="preserve"> АШ ДОСААФ России,  Военный комиссариат (г.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28E2" w:rsidRDefault="006C6C2B" w:rsidP="00EC4B4B">
            <w:pPr>
              <w:spacing w:line="240" w:lineRule="auto"/>
              <w:jc w:val="center"/>
            </w:pPr>
            <w:r w:rsidRPr="000228E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28E2" w:rsidRDefault="006C6C2B" w:rsidP="00EC4B4B">
            <w:pPr>
              <w:spacing w:line="240" w:lineRule="auto"/>
              <w:jc w:val="center"/>
            </w:pPr>
            <w:r w:rsidRPr="000228E2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28E2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0228E2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28E2" w:rsidRDefault="006C6C2B" w:rsidP="00EC4B4B">
            <w:pPr>
              <w:spacing w:line="240" w:lineRule="auto"/>
              <w:jc w:val="center"/>
            </w:pPr>
            <w:r w:rsidRPr="000228E2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214DF4">
              <w:t>1.6.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214DF4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</w:rPr>
            </w:pPr>
            <w:r w:rsidRPr="00214DF4">
              <w:t>Районный смотр-конкурс школьных хоров, посвященный</w:t>
            </w:r>
            <w:r w:rsidRPr="00214DF4">
              <w:rPr>
                <w:color w:val="FF0000"/>
              </w:rPr>
              <w:t xml:space="preserve"> </w:t>
            </w:r>
            <w:r w:rsidRPr="00214DF4">
              <w:t>80-летию Победы в Великой Отечественной войне 1941-1945 г.г. (октябрь)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14DF4">
              <w:t>МУ ДОД «Центр детского творчества»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214DF4">
              <w:t>Бюджет муниципального образования «</w:t>
            </w:r>
            <w:proofErr w:type="spellStart"/>
            <w:r w:rsidRPr="00214DF4">
              <w:t>Ярцевский</w:t>
            </w:r>
            <w:proofErr w:type="spellEnd"/>
            <w:r w:rsidRPr="00214DF4"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spacing w:line="240" w:lineRule="auto"/>
              <w:jc w:val="center"/>
            </w:pPr>
            <w:r w:rsidRPr="00214DF4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spacing w:line="240" w:lineRule="auto"/>
              <w:jc w:val="center"/>
            </w:pPr>
            <w:r w:rsidRPr="00214DF4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214DF4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spacing w:line="240" w:lineRule="auto"/>
              <w:jc w:val="center"/>
            </w:pPr>
            <w:r w:rsidRPr="00214DF4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DB7FA4">
              <w:rPr>
                <w:b/>
              </w:rPr>
              <w:t>1.7.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CF4BA8">
              <w:rPr>
                <w:b/>
              </w:rPr>
              <w:t>Проведение районного конкурса «Поисковик года».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CF4BA8">
              <w:rPr>
                <w:b/>
              </w:rPr>
              <w:t>МКУК «ЯИКМ»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D95672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DB7FA4">
              <w:rPr>
                <w:b/>
              </w:rPr>
              <w:t xml:space="preserve">Бюджет </w:t>
            </w:r>
            <w:r w:rsidR="00210327">
              <w:rPr>
                <w:b/>
              </w:rPr>
              <w:t>м</w:t>
            </w:r>
            <w:r w:rsidRPr="00DB7FA4">
              <w:rPr>
                <w:b/>
              </w:rPr>
              <w:t xml:space="preserve">униципального образования </w:t>
            </w:r>
            <w:proofErr w:type="spellStart"/>
            <w:r w:rsidRPr="00DB7FA4">
              <w:rPr>
                <w:b/>
              </w:rPr>
              <w:t>Ярцевский</w:t>
            </w:r>
            <w:proofErr w:type="spellEnd"/>
            <w:r w:rsidRPr="00DB7FA4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  <w:rPr>
                <w:b/>
              </w:rPr>
            </w:pPr>
            <w:r w:rsidRPr="00CF4BA8">
              <w:rPr>
                <w:b/>
              </w:rPr>
              <w:t>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  <w:rPr>
                <w:b/>
              </w:rPr>
            </w:pPr>
            <w:r w:rsidRPr="00CF4BA8">
              <w:rPr>
                <w:b/>
              </w:rPr>
              <w:t>2 000,00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F4BA8">
              <w:rPr>
                <w:b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  <w:rPr>
                <w:b/>
              </w:rPr>
            </w:pPr>
            <w:r w:rsidRPr="00CF4BA8">
              <w:rPr>
                <w:b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3F4EF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1.8</w:t>
            </w:r>
            <w:r w:rsidRPr="003F4EF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CF4BA8">
              <w:rPr>
                <w:b/>
                <w:bCs/>
              </w:rPr>
              <w:t>Районная военно-патриотическая акция «Письмо ветерану», посвященная Дню Победы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CF4BA8">
              <w:rPr>
                <w:b/>
                <w:bCs/>
              </w:rPr>
              <w:t>МУ ДОД «Центр детского творчества»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95672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D95672">
              <w:rPr>
                <w:b/>
              </w:rPr>
              <w:t xml:space="preserve">Бюджет муниципального образования </w:t>
            </w:r>
            <w:proofErr w:type="spellStart"/>
            <w:r w:rsidRPr="00D95672">
              <w:rPr>
                <w:b/>
              </w:rPr>
              <w:t>Ярцевский</w:t>
            </w:r>
            <w:proofErr w:type="spellEnd"/>
            <w:r w:rsidRPr="00D9567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214DF4" w:rsidP="00EC4B4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6C6C2B" w:rsidRPr="00CF4BA8">
              <w:rPr>
                <w:b/>
                <w:bCs/>
                <w:lang w:val="en-US"/>
              </w:rPr>
              <w:t xml:space="preserve"> </w:t>
            </w:r>
            <w:r w:rsidR="006C6C2B" w:rsidRPr="00CF4BA8">
              <w:rPr>
                <w:b/>
                <w:bCs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214DF4" w:rsidP="00EC4B4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6C6C2B" w:rsidRPr="00CF4BA8">
              <w:rPr>
                <w:b/>
                <w:bCs/>
                <w:lang w:val="en-US"/>
              </w:rPr>
              <w:t xml:space="preserve"> </w:t>
            </w:r>
            <w:r w:rsidR="006C6C2B" w:rsidRPr="00CF4BA8">
              <w:rPr>
                <w:b/>
                <w:bCs/>
              </w:rPr>
              <w:t>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CF4BA8">
              <w:rPr>
                <w:b/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CF4BA8">
              <w:rPr>
                <w:b/>
                <w:bCs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1.9.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EC4B4B">
            <w:pPr>
              <w:spacing w:line="240" w:lineRule="auto"/>
              <w:jc w:val="both"/>
            </w:pPr>
            <w:r w:rsidRPr="00CF4BA8">
              <w:t>День российского флага. Акция «Флаг моего государства».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711435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CF4BA8">
              <w:t>ЦКИ»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1.10.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EC4B4B">
            <w:pPr>
              <w:spacing w:line="240" w:lineRule="auto"/>
              <w:jc w:val="both"/>
            </w:pPr>
            <w:r w:rsidRPr="00CF4BA8">
              <w:t>День воинской славы России. Снятие блокады Ленинграда. Театрализованная программа «Поговорим о той войне…»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711435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CF4BA8">
              <w:t>ЦКИ»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62D43">
              <w:rPr>
                <w:b/>
                <w:bCs/>
              </w:rPr>
              <w:t>1.1</w:t>
            </w:r>
            <w:r>
              <w:rPr>
                <w:b/>
                <w:bCs/>
              </w:rPr>
              <w:t>1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B356F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B356F">
              <w:rPr>
                <w:bCs/>
              </w:rPr>
              <w:t>Организация посещения мест боевой славы и воинских частей обучающимися образовательных организаций района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>
              <w:t>МБУ «М</w:t>
            </w:r>
            <w:r w:rsidRPr="006221BD">
              <w:t>олодёжный центр</w:t>
            </w:r>
            <w:r>
              <w:t xml:space="preserve"> «Маяк</w:t>
            </w:r>
            <w:r w:rsidRPr="006221BD"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B356F">
              <w:t>Бюджет муниципального образования «</w:t>
            </w:r>
            <w:proofErr w:type="spellStart"/>
            <w:r w:rsidRPr="00BB356F">
              <w:t>Ярцевский</w:t>
            </w:r>
            <w:proofErr w:type="spellEnd"/>
            <w:r w:rsidRPr="00BB356F"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EC4B4B">
            <w:pPr>
              <w:spacing w:line="240" w:lineRule="auto"/>
              <w:jc w:val="center"/>
              <w:rPr>
                <w:bCs/>
              </w:rPr>
            </w:pPr>
            <w:r w:rsidRPr="00BB356F">
              <w:rPr>
                <w:bCs/>
              </w:rPr>
              <w:t>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EC4B4B">
            <w:pPr>
              <w:spacing w:line="240" w:lineRule="auto"/>
              <w:jc w:val="center"/>
              <w:rPr>
                <w:bCs/>
              </w:rPr>
            </w:pPr>
            <w:r w:rsidRPr="00BB356F">
              <w:rPr>
                <w:bCs/>
              </w:rPr>
              <w:t>0 000,00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  <w:r w:rsidRPr="00BB356F">
              <w:rPr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EC4B4B">
            <w:pPr>
              <w:spacing w:line="240" w:lineRule="auto"/>
              <w:jc w:val="center"/>
              <w:rPr>
                <w:bCs/>
              </w:rPr>
            </w:pPr>
            <w:r w:rsidRPr="00BB356F">
              <w:rPr>
                <w:bCs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1.12.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733B4F" w:rsidRDefault="006C6C2B" w:rsidP="00EC4B4B">
            <w:pPr>
              <w:spacing w:line="240" w:lineRule="auto"/>
              <w:jc w:val="both"/>
            </w:pPr>
            <w:r w:rsidRPr="00733B4F">
              <w:t>Участие подростков и молодёжи в проектах: «Доброхоты», «Связь поколений», «Возв</w:t>
            </w:r>
            <w:r>
              <w:t>р</w:t>
            </w:r>
            <w:r w:rsidRPr="00733B4F">
              <w:t>ащение домой», «Патриот Отечества»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33B4F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</w:t>
            </w:r>
            <w:r w:rsidRPr="006221BD">
              <w:t>олодёжный центр</w:t>
            </w:r>
            <w:r>
              <w:t xml:space="preserve"> «Маяк</w:t>
            </w:r>
            <w:r w:rsidRPr="006221BD"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EC4B4B">
            <w:pPr>
              <w:spacing w:line="240" w:lineRule="auto"/>
              <w:jc w:val="center"/>
            </w:pPr>
            <w:r w:rsidRPr="00DB7FA4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EC4B4B">
            <w:pPr>
              <w:spacing w:line="240" w:lineRule="auto"/>
              <w:jc w:val="center"/>
            </w:pPr>
            <w:r w:rsidRPr="00DB7FA4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DB7FA4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EC4B4B">
            <w:pPr>
              <w:spacing w:line="240" w:lineRule="auto"/>
              <w:jc w:val="center"/>
            </w:pPr>
            <w:r w:rsidRPr="00DB7FA4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lastRenderedPageBreak/>
              <w:t>1.13.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EC4B4B">
            <w:pPr>
              <w:spacing w:line="240" w:lineRule="auto"/>
              <w:jc w:val="both"/>
            </w:pPr>
            <w:r w:rsidRPr="00CF4BA8">
              <w:t>Литературно-историческая эстафета «В книжной памяти мгновения Победы» (к Дню Победы)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711435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CF4BA8">
              <w:t>ЦБ»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 xml:space="preserve">1.14. 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220D82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rPr>
                <w:bCs/>
              </w:rPr>
              <w:t>Цикл мероприятий, посвященных 82-ой годовщине  освобождения города Ярцево от немецко-фашистских захватчиков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20D82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Управление</w:t>
            </w:r>
            <w:r w:rsidR="006C6C2B">
              <w:t xml:space="preserve"> по образованию и молодежной политике, </w:t>
            </w:r>
            <w:r>
              <w:t>управление</w:t>
            </w:r>
            <w:r w:rsidR="006C6C2B">
              <w:t xml:space="preserve"> по культуре и спорту, учреждения образования, культуры и спорта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20D82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1.15.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Проведение мероприятий, посвящённых Дню Памяти и скорби (Митинг памяти «Ровно в четыре часа…», акция «Свеча»)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711435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CF4BA8">
              <w:t>ЦКИ»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3F4EF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3F4EF3">
              <w:rPr>
                <w:b/>
                <w:bCs/>
              </w:rPr>
              <w:t>1.</w:t>
            </w:r>
            <w:r>
              <w:rPr>
                <w:b/>
                <w:bCs/>
              </w:rPr>
              <w:t>16</w:t>
            </w:r>
            <w:r w:rsidRPr="003F4EF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3F4EF3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3F4EF3">
              <w:rPr>
                <w:b/>
                <w:bCs/>
              </w:rPr>
              <w:t xml:space="preserve">Проведение на территории </w:t>
            </w:r>
            <w:proofErr w:type="spellStart"/>
            <w:r w:rsidRPr="003F4EF3">
              <w:rPr>
                <w:b/>
                <w:bCs/>
              </w:rPr>
              <w:t>Ярцевского</w:t>
            </w:r>
            <w:proofErr w:type="spellEnd"/>
            <w:r w:rsidRPr="003F4EF3">
              <w:rPr>
                <w:b/>
                <w:bCs/>
              </w:rPr>
              <w:t xml:space="preserve"> района Смоленской области поисковой работы в рамках «Вахты Памяти»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66FEE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DB7FA4">
              <w:rPr>
                <w:b/>
              </w:rPr>
              <w:t xml:space="preserve">Бюджет муниципального образования </w:t>
            </w:r>
            <w:proofErr w:type="spellStart"/>
            <w:r w:rsidRPr="00DB7FA4">
              <w:rPr>
                <w:b/>
              </w:rPr>
              <w:t>Ярцевский</w:t>
            </w:r>
            <w:proofErr w:type="spellEnd"/>
            <w:r w:rsidRPr="00DB7FA4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F34CE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F34CE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20</w:t>
            </w:r>
            <w:r w:rsidRPr="007F34CE">
              <w:rPr>
                <w:b/>
                <w:bCs/>
                <w:lang w:val="en-US"/>
              </w:rPr>
              <w:t xml:space="preserve"> </w:t>
            </w:r>
            <w:r w:rsidRPr="007F34CE">
              <w:rPr>
                <w:b/>
                <w:bCs/>
              </w:rPr>
              <w:t>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F34CE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F34CE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1.17.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427696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733B4F">
              <w:t xml:space="preserve">Вечера-встречи посвященные памятным датам военной истории (День воина-интернационалиста, День защитника </w:t>
            </w:r>
            <w:r>
              <w:t>Отечества,</w:t>
            </w:r>
            <w:r w:rsidRPr="00733B4F">
              <w:t xml:space="preserve"> День освобождения Смоленщины, День Московской битвы</w:t>
            </w:r>
            <w:r>
              <w:t>, День героев Отечества</w:t>
            </w:r>
            <w:r w:rsidRPr="00733B4F">
              <w:t xml:space="preserve"> и др.)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711435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«М</w:t>
            </w:r>
            <w:r w:rsidR="006C6C2B" w:rsidRPr="00253801">
              <w:t>олодёжный центр</w:t>
            </w:r>
            <w:r>
              <w:t xml:space="preserve"> «Маяк</w:t>
            </w:r>
            <w:r w:rsidR="006C6C2B" w:rsidRPr="00253801">
              <w:t>»</w:t>
            </w:r>
            <w:r w:rsidR="006C6C2B">
              <w:t xml:space="preserve">,   Военный комиссариат (г. Ярцево, </w:t>
            </w:r>
            <w:proofErr w:type="spellStart"/>
            <w:r w:rsidR="006C6C2B">
              <w:t>Духовщинского</w:t>
            </w:r>
            <w:proofErr w:type="spellEnd"/>
            <w:r w:rsidR="006C6C2B">
              <w:t xml:space="preserve">, </w:t>
            </w:r>
            <w:proofErr w:type="spellStart"/>
            <w:r w:rsidR="006C6C2B">
              <w:t>Кардымовского</w:t>
            </w:r>
            <w:proofErr w:type="spellEnd"/>
            <w:r w:rsidR="006C6C2B">
              <w:t xml:space="preserve"> и </w:t>
            </w:r>
            <w:proofErr w:type="spellStart"/>
            <w:r w:rsidR="006C6C2B">
              <w:t>Ярцевского</w:t>
            </w:r>
            <w:proofErr w:type="spellEnd"/>
            <w:r w:rsidR="006C6C2B">
              <w:t xml:space="preserve"> районов)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1.18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4E2982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4E2982">
              <w:rPr>
                <w:b/>
                <w:bCs/>
              </w:rPr>
              <w:t>Проведение мероприятий, посвящённых открытию и закрытию поискового сезона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  <w:color w:val="FF0000"/>
              </w:rPr>
            </w:pPr>
            <w:r w:rsidRPr="0002308F">
              <w:rPr>
                <w:b/>
              </w:rPr>
              <w:t>МКУК «ЯИКМ»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02308F">
              <w:rPr>
                <w:b/>
              </w:rPr>
              <w:t xml:space="preserve">Бюджет муниципального образования </w:t>
            </w:r>
            <w:proofErr w:type="spellStart"/>
            <w:r w:rsidRPr="0002308F">
              <w:rPr>
                <w:b/>
              </w:rPr>
              <w:t>Ярцевский</w:t>
            </w:r>
            <w:proofErr w:type="spellEnd"/>
            <w:r w:rsidRPr="0002308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214DF4">
              <w:rPr>
                <w:b/>
                <w:bCs/>
              </w:rPr>
              <w:t>5</w:t>
            </w:r>
            <w:r w:rsidRPr="00214DF4">
              <w:rPr>
                <w:b/>
                <w:bCs/>
                <w:lang w:val="en-US"/>
              </w:rPr>
              <w:t xml:space="preserve"> </w:t>
            </w:r>
            <w:r w:rsidRPr="00214DF4">
              <w:rPr>
                <w:b/>
                <w:bCs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214DF4">
              <w:rPr>
                <w:b/>
                <w:bCs/>
              </w:rPr>
              <w:t>5</w:t>
            </w:r>
            <w:r w:rsidRPr="00214DF4">
              <w:rPr>
                <w:b/>
                <w:bCs/>
                <w:lang w:val="en-US"/>
              </w:rPr>
              <w:t xml:space="preserve"> </w:t>
            </w:r>
            <w:r w:rsidRPr="00214DF4">
              <w:rPr>
                <w:b/>
                <w:bCs/>
              </w:rPr>
              <w:t>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4E2982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4E2982">
              <w:rPr>
                <w:b/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4E2982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4E2982">
              <w:rPr>
                <w:b/>
                <w:bCs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1.19.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 xml:space="preserve">Патриотический </w:t>
            </w:r>
            <w:proofErr w:type="spellStart"/>
            <w:r w:rsidRPr="00CF4BA8">
              <w:t>квиз</w:t>
            </w:r>
            <w:proofErr w:type="spellEnd"/>
            <w:r w:rsidRPr="00CF4BA8">
              <w:t xml:space="preserve"> «И в каждом сердце не забыты героев павших имена» (к Дню Победы)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1D0A2F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CF4BA8">
              <w:t>ЦБ»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62D43">
              <w:rPr>
                <w:b/>
                <w:bCs/>
              </w:rPr>
              <w:t>1.2</w:t>
            </w:r>
            <w:r>
              <w:rPr>
                <w:b/>
                <w:bCs/>
              </w:rPr>
              <w:t>0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862D43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62D43">
              <w:rPr>
                <w:b/>
                <w:bCs/>
              </w:rPr>
              <w:t>Проведение церемонии захоронения останков погибших в годы Великой Отечественной войны</w:t>
            </w:r>
            <w:r>
              <w:rPr>
                <w:b/>
                <w:bCs/>
              </w:rPr>
              <w:t xml:space="preserve"> </w:t>
            </w:r>
            <w:r w:rsidRPr="00862D43">
              <w:rPr>
                <w:b/>
                <w:bCs/>
              </w:rPr>
              <w:t>защитников Отечества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66FEE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02308F">
              <w:rPr>
                <w:b/>
              </w:rPr>
              <w:t xml:space="preserve">Бюджет муниципального образования </w:t>
            </w:r>
            <w:proofErr w:type="spellStart"/>
            <w:r w:rsidRPr="0002308F">
              <w:rPr>
                <w:b/>
              </w:rPr>
              <w:t>Ярцевский</w:t>
            </w:r>
            <w:proofErr w:type="spellEnd"/>
            <w:r w:rsidRPr="0002308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BB356F" w:rsidP="00EC4B4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6C6C2B" w:rsidRPr="006879C1">
              <w:rPr>
                <w:b/>
                <w:bCs/>
                <w:lang w:val="en-US"/>
              </w:rPr>
              <w:t xml:space="preserve"> </w:t>
            </w:r>
            <w:r w:rsidR="006C6C2B" w:rsidRPr="006879C1">
              <w:rPr>
                <w:b/>
                <w:bCs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BB356F" w:rsidP="00EC4B4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6C6C2B" w:rsidRPr="006879C1">
              <w:rPr>
                <w:b/>
                <w:bCs/>
                <w:lang w:val="en-US"/>
              </w:rPr>
              <w:t xml:space="preserve"> </w:t>
            </w:r>
            <w:r w:rsidR="006C6C2B" w:rsidRPr="006879C1">
              <w:rPr>
                <w:b/>
                <w:bCs/>
              </w:rPr>
              <w:t>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6879C1">
              <w:rPr>
                <w:b/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6879C1">
              <w:rPr>
                <w:b/>
                <w:bCs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62D43">
              <w:rPr>
                <w:b/>
                <w:bCs/>
              </w:rPr>
              <w:lastRenderedPageBreak/>
              <w:t>1.2</w:t>
            </w:r>
            <w:r>
              <w:rPr>
                <w:b/>
                <w:bCs/>
              </w:rPr>
              <w:t>1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862D43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62D43">
              <w:rPr>
                <w:b/>
                <w:bCs/>
              </w:rPr>
              <w:t>Проведение мероприятий, посвящённых Дню России (спортивно-развлекательные мероприятия, соревнования, конкурсы, акции  и др.)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66FEE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02308F">
              <w:rPr>
                <w:b/>
              </w:rPr>
              <w:t xml:space="preserve">Бюджет муниципального образования </w:t>
            </w:r>
            <w:proofErr w:type="spellStart"/>
            <w:r w:rsidRPr="0002308F">
              <w:rPr>
                <w:b/>
              </w:rPr>
              <w:t>Ярцевский</w:t>
            </w:r>
            <w:proofErr w:type="spellEnd"/>
            <w:r w:rsidRPr="0002308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214DF4">
              <w:rPr>
                <w:b/>
                <w:bCs/>
              </w:rPr>
              <w:t>2</w:t>
            </w:r>
            <w:r w:rsidRPr="00214DF4">
              <w:rPr>
                <w:b/>
                <w:bCs/>
                <w:lang w:val="en-US"/>
              </w:rPr>
              <w:t xml:space="preserve"> </w:t>
            </w:r>
            <w:r w:rsidRPr="00214DF4">
              <w:rPr>
                <w:b/>
                <w:bCs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214DF4">
              <w:rPr>
                <w:b/>
                <w:bCs/>
              </w:rPr>
              <w:t>2</w:t>
            </w:r>
            <w:r w:rsidRPr="00214DF4">
              <w:rPr>
                <w:b/>
                <w:bCs/>
                <w:lang w:val="en-US"/>
              </w:rPr>
              <w:t xml:space="preserve"> </w:t>
            </w:r>
            <w:r w:rsidRPr="00214DF4">
              <w:rPr>
                <w:b/>
                <w:bCs/>
              </w:rPr>
              <w:t>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6879C1">
              <w:rPr>
                <w:b/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6879C1">
              <w:rPr>
                <w:b/>
                <w:bCs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1.22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Интеллектуально-краеведческая площадка «Мы часть страны, мы уголок России» (к Дню города)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1D0A2F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CF4BA8">
              <w:t>ЦБ»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EC4B4B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BB356F">
              <w:rPr>
                <w:b/>
                <w:bCs/>
              </w:rPr>
              <w:t>1.23.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B356F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BB356F">
              <w:rPr>
                <w:b/>
                <w:bCs/>
              </w:rPr>
              <w:t xml:space="preserve">Приобретение венков, гирлянд, цветов к мероприятиям, посвящённым памятным датам 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66FEE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BB356F">
              <w:rPr>
                <w:b/>
              </w:rPr>
              <w:t xml:space="preserve">Бюджет муниципального образования </w:t>
            </w:r>
            <w:proofErr w:type="spellStart"/>
            <w:r w:rsidRPr="00BB356F">
              <w:rPr>
                <w:b/>
              </w:rPr>
              <w:t>Ярцевский</w:t>
            </w:r>
            <w:proofErr w:type="spellEnd"/>
            <w:r w:rsidRPr="00BB356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555AF5" w:rsidP="00EC4B4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BB356F" w:rsidRPr="00BB356F">
              <w:rPr>
                <w:b/>
                <w:bCs/>
              </w:rPr>
              <w:t>0 000</w:t>
            </w:r>
            <w:r w:rsidR="006C6C2B" w:rsidRPr="00BB356F">
              <w:rPr>
                <w:b/>
                <w:bCs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555AF5" w:rsidP="00EC4B4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BB356F" w:rsidRPr="00BB356F">
              <w:rPr>
                <w:b/>
                <w:bCs/>
              </w:rPr>
              <w:t>0 000,00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BB356F">
              <w:rPr>
                <w:b/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BB356F">
              <w:rPr>
                <w:b/>
                <w:bCs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1.24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9B753B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B753B">
              <w:t>Книжный проспект «Мой городок — душа России» (к Дню города)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1D0A2F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9B753B">
              <w:t>ЦБ»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9B753B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spacing w:line="240" w:lineRule="auto"/>
              <w:jc w:val="center"/>
            </w:pPr>
            <w:r w:rsidRPr="009B753B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1.25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9B753B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B753B">
              <w:t>Праздничная программа к Дню народного единства «Наша сила в вере и единстве»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1D0A2F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9B753B">
              <w:t>ЦКИ»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9B753B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EC4B4B">
            <w:pPr>
              <w:spacing w:line="240" w:lineRule="auto"/>
              <w:jc w:val="center"/>
            </w:pPr>
            <w:r w:rsidRPr="009B753B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62D43">
              <w:rPr>
                <w:b/>
                <w:bCs/>
              </w:rPr>
              <w:t>1.</w:t>
            </w:r>
            <w:r>
              <w:rPr>
                <w:b/>
                <w:bCs/>
              </w:rPr>
              <w:t>26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862D43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62D43">
              <w:rPr>
                <w:b/>
                <w:bCs/>
              </w:rPr>
              <w:t xml:space="preserve">Организация деятельности </w:t>
            </w:r>
            <w:proofErr w:type="spellStart"/>
            <w:r w:rsidRPr="00862D43">
              <w:rPr>
                <w:b/>
                <w:bCs/>
              </w:rPr>
              <w:t>Ярцевского</w:t>
            </w:r>
            <w:proofErr w:type="spellEnd"/>
            <w:r w:rsidRPr="00862D43">
              <w:rPr>
                <w:b/>
                <w:bCs/>
              </w:rPr>
              <w:t xml:space="preserve"> отделения Смоленского регионального отделения Всероссийского патриотического движения «</w:t>
            </w:r>
            <w:proofErr w:type="spellStart"/>
            <w:r w:rsidRPr="00862D43">
              <w:rPr>
                <w:b/>
                <w:bCs/>
              </w:rPr>
              <w:t>Юнармия</w:t>
            </w:r>
            <w:proofErr w:type="spellEnd"/>
            <w:r w:rsidRPr="00862D43">
              <w:rPr>
                <w:b/>
                <w:bCs/>
              </w:rPr>
              <w:t>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66FEE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02308F">
              <w:rPr>
                <w:b/>
              </w:rPr>
              <w:t xml:space="preserve">Бюджет муниципального образования </w:t>
            </w:r>
            <w:proofErr w:type="spellStart"/>
            <w:r w:rsidRPr="0002308F">
              <w:rPr>
                <w:b/>
              </w:rPr>
              <w:t>Ярцевский</w:t>
            </w:r>
            <w:proofErr w:type="spellEnd"/>
            <w:r w:rsidRPr="0002308F">
              <w:rPr>
                <w:b/>
              </w:rPr>
              <w:t xml:space="preserve"> </w:t>
            </w:r>
            <w:r w:rsidR="00210327">
              <w:rPr>
                <w:b/>
              </w:rPr>
              <w:t>м</w:t>
            </w:r>
            <w:r w:rsidRPr="0002308F">
              <w:rPr>
                <w:b/>
              </w:rPr>
              <w:t>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75345" w:rsidRDefault="00BB356F" w:rsidP="00EC4B4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6C6C2B" w:rsidRPr="00875345">
              <w:rPr>
                <w:b/>
                <w:bCs/>
                <w:lang w:val="en-US"/>
              </w:rPr>
              <w:t xml:space="preserve"> </w:t>
            </w:r>
            <w:r w:rsidR="006C6C2B" w:rsidRPr="00875345">
              <w:rPr>
                <w:b/>
                <w:bCs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75345" w:rsidRDefault="00BB356F" w:rsidP="00EC4B4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6C6C2B">
              <w:rPr>
                <w:b/>
                <w:bCs/>
              </w:rPr>
              <w:t xml:space="preserve"> 000</w:t>
            </w:r>
            <w:r w:rsidR="006C6C2B" w:rsidRPr="00875345">
              <w:rPr>
                <w:b/>
                <w:bCs/>
              </w:rPr>
              <w:t>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75345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75345">
              <w:rPr>
                <w:b/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75345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875345">
              <w:rPr>
                <w:b/>
                <w:bCs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1.27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AA585D" w:rsidRDefault="006C6C2B" w:rsidP="00EC4B4B">
            <w:pPr>
              <w:spacing w:line="240" w:lineRule="auto"/>
              <w:jc w:val="both"/>
            </w:pPr>
            <w:r w:rsidRPr="00AA585D">
              <w:t>Музейные чтения «История родного края»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AA585D" w:rsidRDefault="006C6C2B" w:rsidP="00EC4B4B">
            <w:pPr>
              <w:spacing w:line="240" w:lineRule="auto"/>
              <w:jc w:val="both"/>
            </w:pPr>
            <w:r w:rsidRPr="00AA585D">
              <w:t>МКУК «ЯИКМ»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AA585D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EC4B4B">
            <w:pPr>
              <w:spacing w:line="240" w:lineRule="auto"/>
              <w:jc w:val="center"/>
            </w:pPr>
            <w:r w:rsidRPr="00AA585D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EC4B4B">
            <w:pPr>
              <w:spacing w:line="240" w:lineRule="auto"/>
              <w:jc w:val="center"/>
            </w:pPr>
            <w:r w:rsidRPr="00AA585D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AA585D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EC4B4B">
            <w:pPr>
              <w:spacing w:line="240" w:lineRule="auto"/>
              <w:jc w:val="center"/>
            </w:pPr>
            <w:r w:rsidRPr="00AA585D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1.28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862D43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62D43">
              <w:rPr>
                <w:b/>
                <w:bCs/>
              </w:rPr>
              <w:t>Акция «Я гражданин России»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66FEE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7DC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F27DC3">
              <w:rPr>
                <w:b/>
              </w:rPr>
              <w:t xml:space="preserve">Бюджет муниципального образования </w:t>
            </w:r>
            <w:proofErr w:type="spellStart"/>
            <w:r w:rsidRPr="00F27DC3">
              <w:rPr>
                <w:b/>
              </w:rPr>
              <w:t>Ярцевский</w:t>
            </w:r>
            <w:proofErr w:type="spellEnd"/>
            <w:r w:rsidRPr="00F27DC3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181E31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181E31">
              <w:rPr>
                <w:b/>
                <w:bCs/>
              </w:rPr>
              <w:t>3</w:t>
            </w:r>
            <w:r w:rsidRPr="00181E31">
              <w:rPr>
                <w:b/>
                <w:bCs/>
                <w:lang w:val="en-US"/>
              </w:rPr>
              <w:t xml:space="preserve"> </w:t>
            </w:r>
            <w:r w:rsidRPr="00181E31">
              <w:rPr>
                <w:b/>
                <w:bCs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181E31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181E31">
              <w:rPr>
                <w:b/>
                <w:bCs/>
              </w:rPr>
              <w:t>3</w:t>
            </w:r>
            <w:r w:rsidRPr="00181E31">
              <w:rPr>
                <w:b/>
                <w:bCs/>
                <w:lang w:val="en-US"/>
              </w:rPr>
              <w:t xml:space="preserve"> </w:t>
            </w:r>
            <w:r w:rsidRPr="00181E31">
              <w:rPr>
                <w:b/>
                <w:bCs/>
              </w:rPr>
              <w:t>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181E3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181E31">
              <w:rPr>
                <w:b/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181E31" w:rsidRDefault="006C6C2B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181E31">
              <w:rPr>
                <w:b/>
                <w:bCs/>
              </w:rP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B5BE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1.29</w:t>
            </w:r>
            <w:r w:rsidRPr="00AB5BE8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F25943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Праздничная программа, посвященная Дню защитника Отечества «Солдаты России».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1D0A2F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F25943">
              <w:t>ЦКИ»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F25943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spacing w:line="240" w:lineRule="auto"/>
              <w:jc w:val="center"/>
            </w:pPr>
            <w:r w:rsidRPr="00F25943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B5BE8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1.30</w:t>
            </w:r>
            <w:r w:rsidRPr="00AB5BE8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F25943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Литературный монтаж «Мы помним тебя, Неизвестный солдат!» (к Дню Неизвестного солдата)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1D0A2F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F25943">
              <w:t>ЦБ»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F25943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spacing w:line="240" w:lineRule="auto"/>
              <w:jc w:val="center"/>
            </w:pPr>
            <w:r w:rsidRPr="00F25943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1.31.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F25943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Программа, посвященная Дню освобождения малолетних узников фашистских концлагерей «Дети войны».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1D0A2F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МБУК «Я</w:t>
            </w:r>
            <w:r w:rsidR="006C6C2B" w:rsidRPr="00F25943">
              <w:t>ЦКИ»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F25943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EC4B4B">
            <w:pPr>
              <w:spacing w:line="240" w:lineRule="auto"/>
              <w:jc w:val="center"/>
            </w:pPr>
            <w:r w:rsidRPr="00F25943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1.32.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015F7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Организация площадки «Казачий хутор» в рамках празднования Дня города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ЯХКО «</w:t>
            </w:r>
            <w:proofErr w:type="spellStart"/>
            <w:r>
              <w:t>Платовский</w:t>
            </w:r>
            <w:proofErr w:type="spellEnd"/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D42A3" w:rsidRDefault="006C6C2B" w:rsidP="00EC4B4B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D42A3" w:rsidRDefault="006C6C2B" w:rsidP="00EC4B4B">
            <w:pPr>
              <w:spacing w:line="240" w:lineRule="auto"/>
              <w:jc w:val="center"/>
            </w:pPr>
            <w:r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lastRenderedPageBreak/>
              <w:t>1.33.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Default="006C6C2B" w:rsidP="00EC4B4B">
            <w:pPr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Парад Почетных караулов «Пост № 1»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66FEE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1.34.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Мониторинг деятельности образовательных организаций, общественных гражданско-патриотических организаций по гражданско-патриотическому воспитанию.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Управление</w:t>
            </w:r>
            <w:r w:rsidR="006C6C2B" w:rsidRPr="00253801">
              <w:t xml:space="preserve"> по образованию и молодёжной политике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1.35.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Информирование граждан о мероприятиях в сфере патриотического воспитания</w:t>
            </w:r>
            <w:r>
              <w:t>, о Законе о воинской обязанности и военной службе</w:t>
            </w:r>
            <w:r w:rsidRPr="00253801">
              <w:t xml:space="preserve"> через различные средства массовой информации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Управления</w:t>
            </w:r>
            <w:r w:rsidR="006C6C2B" w:rsidRPr="00253801">
              <w:t xml:space="preserve"> по образованию и молодёжной политике, по </w:t>
            </w:r>
            <w:r w:rsidR="006C6C2B">
              <w:t>культуре</w:t>
            </w:r>
            <w:r w:rsidR="006C6C2B" w:rsidRPr="00253801">
              <w:t xml:space="preserve"> и спорту, </w:t>
            </w:r>
            <w:r w:rsidR="006C6C2B">
              <w:t xml:space="preserve"> Военный комиссариат (г. Ярцево, </w:t>
            </w:r>
            <w:proofErr w:type="spellStart"/>
            <w:r w:rsidR="006C6C2B">
              <w:t>Духовщинского</w:t>
            </w:r>
            <w:proofErr w:type="spellEnd"/>
            <w:r w:rsidR="006C6C2B">
              <w:t xml:space="preserve">, </w:t>
            </w:r>
            <w:proofErr w:type="spellStart"/>
            <w:r w:rsidR="006C6C2B">
              <w:t>Кардымовского</w:t>
            </w:r>
            <w:proofErr w:type="spellEnd"/>
            <w:r w:rsidR="006C6C2B">
              <w:t xml:space="preserve"> и </w:t>
            </w:r>
            <w:proofErr w:type="spellStart"/>
            <w:r w:rsidR="006C6C2B">
              <w:t>Ярцевского</w:t>
            </w:r>
            <w:proofErr w:type="spellEnd"/>
            <w:r w:rsidR="006C6C2B">
              <w:t xml:space="preserve"> районов),</w:t>
            </w:r>
          </w:p>
          <w:p w:rsidR="006C6C2B" w:rsidRPr="00253801" w:rsidRDefault="006C6C2B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 xml:space="preserve"> </w:t>
            </w:r>
            <w:r w:rsidRPr="00253801">
              <w:t xml:space="preserve">газета «Вести </w:t>
            </w:r>
            <w:proofErr w:type="spellStart"/>
            <w:r w:rsidRPr="00253801">
              <w:t>Привопья</w:t>
            </w:r>
            <w:proofErr w:type="spellEnd"/>
            <w:r w:rsidRPr="00253801">
              <w:t>», ТРК «Пионер-ТВ»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1.36.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rPr>
                <w:color w:val="000000"/>
              </w:rPr>
              <w:t>Изготовление методических и информационных материалов, полиграфической продукции, баннеров по гражданско-патриотической тематике.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</w:t>
            </w:r>
            <w:r w:rsidRPr="006221BD">
              <w:t>олодёжный центр</w:t>
            </w:r>
            <w:r>
              <w:t xml:space="preserve"> «Маяк</w:t>
            </w:r>
            <w:r w:rsidRPr="006221BD"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1.37.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</w:rPr>
            </w:pPr>
            <w:r w:rsidRPr="00253801">
              <w:t>Организация участия молодёжи в областных, международных, межрегиональных, всероссийских, конкурсах, выставках, смотрах, форумах, соревнованиях, фестивалях, акциях, лагерях и сборах, других мероприятиях, направленных на гражданско-патриотическое воспитание молодёжи.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</w:t>
            </w:r>
            <w:r w:rsidRPr="006221BD">
              <w:t>олодёжный центр</w:t>
            </w:r>
            <w:r>
              <w:t xml:space="preserve"> «Маяк</w:t>
            </w:r>
            <w:r w:rsidRPr="006221BD"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EC4B4B">
        <w:trPr>
          <w:gridAfter w:val="2"/>
          <w:wAfter w:w="14" w:type="dxa"/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1.38.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Организация и проведение совместных мероприятий с общественными объединениями, движениями патриотической направленности, действующими на территории района и области.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«М</w:t>
            </w:r>
            <w:r w:rsidRPr="006221BD">
              <w:t>олодёжный центр</w:t>
            </w:r>
            <w:r>
              <w:t xml:space="preserve"> «Маяк</w:t>
            </w:r>
            <w:r w:rsidRPr="006221BD"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EC4B4B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817008" w:rsidRPr="00BC351B" w:rsidTr="00EC4B4B">
        <w:trPr>
          <w:gridAfter w:val="2"/>
          <w:wAfter w:w="14" w:type="dxa"/>
          <w:trHeight w:val="470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066329" w:rsidRDefault="00817008" w:rsidP="00EC4B4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7008" w:rsidRPr="00D74E86" w:rsidRDefault="00817008" w:rsidP="00EC4B4B">
            <w:pPr>
              <w:spacing w:line="240" w:lineRule="auto"/>
              <w:jc w:val="both"/>
            </w:pPr>
            <w:r w:rsidRPr="00D74E86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7008" w:rsidRPr="00066329" w:rsidRDefault="00817008" w:rsidP="00EC4B4B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7008" w:rsidRPr="00307DBC" w:rsidRDefault="00817008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307DBC">
              <w:rPr>
                <w:b/>
              </w:rPr>
              <w:t xml:space="preserve">Бюджет муниципального образования </w:t>
            </w:r>
            <w:proofErr w:type="spellStart"/>
            <w:r w:rsidRPr="00307DBC">
              <w:rPr>
                <w:b/>
              </w:rPr>
              <w:t>Ярцевский</w:t>
            </w:r>
            <w:proofErr w:type="spellEnd"/>
            <w:r w:rsidRPr="00307DBC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0E0047" w:rsidRDefault="00817008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55AF5">
              <w:rPr>
                <w:b/>
              </w:rPr>
              <w:t>8</w:t>
            </w:r>
            <w:r>
              <w:rPr>
                <w:b/>
              </w:rPr>
              <w:t>7</w:t>
            </w:r>
            <w:r w:rsidRPr="000E0047">
              <w:rPr>
                <w:b/>
              </w:rPr>
              <w:t>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0E0047" w:rsidRDefault="00555AF5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817008">
              <w:rPr>
                <w:b/>
              </w:rPr>
              <w:t>7</w:t>
            </w:r>
            <w:r w:rsidR="00817008" w:rsidRPr="000E0047">
              <w:rPr>
                <w:b/>
              </w:rPr>
              <w:t> 000,00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7F34CE" w:rsidRDefault="00817008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0,00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7F34CE" w:rsidRDefault="00817008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0,00</w:t>
            </w:r>
          </w:p>
        </w:tc>
      </w:tr>
      <w:tr w:rsidR="00817008" w:rsidRPr="00BC351B" w:rsidTr="00EC4B4B">
        <w:trPr>
          <w:trHeight w:val="496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F11FD" w:rsidRDefault="00817008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AF11FD">
              <w:rPr>
                <w:b/>
                <w:bCs/>
              </w:rPr>
              <w:lastRenderedPageBreak/>
              <w:t>2.</w:t>
            </w:r>
          </w:p>
        </w:tc>
        <w:tc>
          <w:tcPr>
            <w:tcW w:w="1472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EE1F24" w:rsidRDefault="00817008" w:rsidP="00EC4B4B">
            <w:pPr>
              <w:spacing w:line="240" w:lineRule="auto"/>
              <w:jc w:val="center"/>
              <w:rPr>
                <w:b/>
              </w:rPr>
            </w:pPr>
            <w:r w:rsidRPr="00DA4939">
              <w:rPr>
                <w:b/>
                <w:sz w:val="24"/>
                <w:szCs w:val="24"/>
              </w:rPr>
              <w:t xml:space="preserve">Комплекс процессных </w:t>
            </w:r>
            <w:r w:rsidRPr="000C4684">
              <w:rPr>
                <w:b/>
                <w:sz w:val="24"/>
                <w:szCs w:val="24"/>
              </w:rPr>
              <w:t xml:space="preserve">мероприятий  </w:t>
            </w:r>
            <w:r w:rsidRPr="0081276F">
              <w:rPr>
                <w:b/>
                <w:bCs/>
                <w:i/>
                <w:iCs/>
                <w:sz w:val="24"/>
                <w:szCs w:val="24"/>
              </w:rPr>
              <w:t>«Повышение престижа  военной службы в молодежной среде, реализация комплекса воспитательных и развивающих мероприятий для допризывной молодежи»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spacing w:line="240" w:lineRule="auto"/>
              <w:jc w:val="center"/>
            </w:pPr>
            <w:r>
              <w:t>2.1.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EC4B4B">
            <w:pPr>
              <w:spacing w:line="240" w:lineRule="auto"/>
              <w:ind w:left="-3" w:right="113"/>
              <w:jc w:val="both"/>
              <w:rPr>
                <w:b/>
                <w:sz w:val="24"/>
                <w:szCs w:val="24"/>
              </w:rPr>
            </w:pPr>
            <w:r w:rsidRPr="00D0795A">
              <w:t xml:space="preserve">Организация </w:t>
            </w:r>
            <w:r>
              <w:t>торжественного вступления в ряды военно-патриотического движения «</w:t>
            </w:r>
            <w:proofErr w:type="spellStart"/>
            <w:r>
              <w:t>Юнармия</w:t>
            </w:r>
            <w:proofErr w:type="spellEnd"/>
            <w:r>
              <w:t>»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66FEE" w:rsidRDefault="00766FEE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 xml:space="preserve">Бюджет муниципального образования </w:t>
            </w:r>
            <w:proofErr w:type="spellStart"/>
            <w:r w:rsidRPr="007924A5">
              <w:rPr>
                <w:b/>
              </w:rPr>
              <w:t>Ярцевский</w:t>
            </w:r>
            <w:proofErr w:type="spellEnd"/>
            <w:r w:rsidRPr="007924A5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5 000,00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5 000,00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spacing w:line="240" w:lineRule="auto"/>
              <w:jc w:val="center"/>
            </w:pPr>
            <w:r>
              <w:t>2.2.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6D6FE8">
              <w:t>Ознакомление подростков и молодёжи с жизнью и бытом воинских частей Смол</w:t>
            </w:r>
            <w:r>
              <w:t xml:space="preserve">енского и Вяземского гарнизонов, </w:t>
            </w:r>
            <w:r w:rsidRPr="00627566">
              <w:t xml:space="preserve"> организация посещений дней открытых дверей в</w:t>
            </w:r>
            <w:r>
              <w:t xml:space="preserve"> </w:t>
            </w:r>
            <w:r w:rsidRPr="00627566">
              <w:t xml:space="preserve"> военных учебных заведениях</w:t>
            </w:r>
            <w:r>
              <w:t>.</w:t>
            </w:r>
          </w:p>
          <w:p w:rsidR="00817008" w:rsidRPr="00DA4939" w:rsidRDefault="00817008" w:rsidP="00EC4B4B">
            <w:pPr>
              <w:spacing w:line="240" w:lineRule="auto"/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 xml:space="preserve">Военный комиссариат (г.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районов),</w:t>
            </w:r>
          </w:p>
          <w:p w:rsidR="00817008" w:rsidRPr="00DA4939" w:rsidRDefault="00817008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t>образовательные организации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A10196">
              <w:rPr>
                <w:b/>
                <w:bCs/>
              </w:rPr>
              <w:t>2.3.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A10196" w:rsidRDefault="00817008" w:rsidP="00EC4B4B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 xml:space="preserve">Организация участия делегации юнармейцев </w:t>
            </w:r>
            <w:proofErr w:type="spellStart"/>
            <w:r w:rsidRPr="00A10196">
              <w:rPr>
                <w:b/>
                <w:bCs/>
              </w:rPr>
              <w:t>Ярцевского</w:t>
            </w:r>
            <w:proofErr w:type="spellEnd"/>
            <w:r w:rsidRPr="00A10196">
              <w:rPr>
                <w:b/>
                <w:bCs/>
              </w:rPr>
              <w:t xml:space="preserve"> района в областных, региональных военно-патриотических юнармейских сборах, играх, слётах, соревнованиях, лагерях.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66FEE" w:rsidRDefault="00766FEE" w:rsidP="00EC4B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EC4B4B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</w:rPr>
              <w:t xml:space="preserve">Бюджет муниципального образования 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5703E0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54</w:t>
            </w:r>
            <w:r w:rsidR="00817008" w:rsidRPr="00A10196">
              <w:rPr>
                <w:b/>
                <w:bCs/>
                <w:lang w:val="en-US"/>
              </w:rPr>
              <w:t xml:space="preserve"> </w:t>
            </w:r>
            <w:r w:rsidR="00817008" w:rsidRPr="00A10196">
              <w:rPr>
                <w:b/>
                <w:bCs/>
              </w:rPr>
              <w:t>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5703E0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54</w:t>
            </w:r>
            <w:r w:rsidR="00817008">
              <w:rPr>
                <w:b/>
                <w:bCs/>
              </w:rPr>
              <w:t xml:space="preserve"> 000</w:t>
            </w:r>
            <w:r w:rsidR="00817008" w:rsidRPr="00A10196">
              <w:rPr>
                <w:b/>
                <w:bCs/>
              </w:rPr>
              <w:t>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C41581">
              <w:rPr>
                <w:b/>
                <w:bCs/>
              </w:rPr>
              <w:t>2.4.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C41581" w:rsidRDefault="00817008" w:rsidP="00EC4B4B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  <w:bCs/>
              </w:rPr>
              <w:t>Муниципальный этап соревнований Всероссийского детско-юношеского общественного движения «Школа безопасности»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66FEE" w:rsidRDefault="00766FEE" w:rsidP="00EC4B4B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EC4B4B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</w:rPr>
              <w:t xml:space="preserve">Бюджет муниципального образования 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24C02">
              <w:rPr>
                <w:b/>
                <w:bCs/>
              </w:rPr>
              <w:t>5 000,00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24C02">
              <w:rPr>
                <w:b/>
                <w:bCs/>
              </w:rPr>
              <w:t>5 000,00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24C0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24C02">
              <w:rPr>
                <w:b/>
                <w:bCs/>
              </w:rP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spacing w:line="240" w:lineRule="auto"/>
              <w:jc w:val="center"/>
            </w:pPr>
            <w:r>
              <w:t>2.5.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EC4B4B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D0795A">
              <w:t>Организация и проведение военных сборов со старшеклассниками</w:t>
            </w:r>
            <w:r>
              <w:t>.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766FEE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t>Управление</w:t>
            </w:r>
            <w:r w:rsidR="00817008">
              <w:t xml:space="preserve"> по образованию и молодёжной политике</w:t>
            </w:r>
            <w:r w:rsidR="00817008" w:rsidRPr="00D0795A">
              <w:t xml:space="preserve">,  </w:t>
            </w:r>
            <w:r w:rsidR="00817008">
              <w:t xml:space="preserve"> Военный комиссариат (г. Ярцево, </w:t>
            </w:r>
            <w:proofErr w:type="spellStart"/>
            <w:r w:rsidR="00817008">
              <w:t>Духовщинского</w:t>
            </w:r>
            <w:proofErr w:type="spellEnd"/>
            <w:r w:rsidR="00817008">
              <w:t xml:space="preserve">, </w:t>
            </w:r>
            <w:proofErr w:type="spellStart"/>
            <w:r w:rsidR="00817008">
              <w:t>Кардымовского</w:t>
            </w:r>
            <w:proofErr w:type="spellEnd"/>
            <w:r w:rsidR="00817008">
              <w:t xml:space="preserve"> и </w:t>
            </w:r>
            <w:proofErr w:type="spellStart"/>
            <w:r w:rsidR="00817008">
              <w:t>Ярцевского</w:t>
            </w:r>
            <w:proofErr w:type="spellEnd"/>
            <w:r w:rsidR="00817008">
              <w:t xml:space="preserve"> районов)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EC4B4B">
            <w:pPr>
              <w:spacing w:line="240" w:lineRule="auto"/>
              <w:jc w:val="center"/>
              <w:rPr>
                <w:b/>
              </w:rPr>
            </w:pPr>
            <w:r w:rsidRPr="00C41581">
              <w:rPr>
                <w:b/>
              </w:rPr>
              <w:t>2.6.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C41581" w:rsidRDefault="00817008" w:rsidP="00EC4B4B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C41581">
              <w:rPr>
                <w:b/>
              </w:rPr>
              <w:t>Районные военно-спортивные игры «Зарница», «</w:t>
            </w:r>
            <w:proofErr w:type="spellStart"/>
            <w:r w:rsidRPr="00C41581">
              <w:rPr>
                <w:b/>
              </w:rPr>
              <w:t>Зарничка</w:t>
            </w:r>
            <w:proofErr w:type="spellEnd"/>
            <w:r w:rsidRPr="00C41581">
              <w:rPr>
                <w:b/>
              </w:rPr>
              <w:t>».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66FEE" w:rsidRDefault="00766FEE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41581">
              <w:rPr>
                <w:b/>
              </w:rPr>
              <w:t xml:space="preserve">Бюджет муниципального образования 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  <w:r w:rsidRPr="00C4158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24C02">
              <w:rPr>
                <w:b/>
              </w:rPr>
              <w:t>10 000,00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24C02">
              <w:rPr>
                <w:b/>
              </w:rPr>
              <w:t>10 000,00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24C02">
              <w:rPr>
                <w:b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24C02">
              <w:rPr>
                <w:b/>
              </w:rP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C41581">
              <w:rPr>
                <w:b/>
                <w:bCs/>
              </w:rPr>
              <w:lastRenderedPageBreak/>
              <w:t>2.7.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C41581" w:rsidRDefault="00817008" w:rsidP="00EC4B4B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  <w:bCs/>
              </w:rPr>
              <w:t>Районная спартакиада допризывной и призывной молодёжи.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66FEE" w:rsidRDefault="00766FEE" w:rsidP="00EC4B4B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66FEE">
              <w:rPr>
                <w:b/>
              </w:rPr>
              <w:t>МБУ «Молодёжный центр «Маяк»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EC4B4B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</w:rPr>
              <w:t xml:space="preserve">Бюджет муниципального образования 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03B2F" w:rsidRDefault="00251466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</w:t>
            </w:r>
            <w:r w:rsidR="00817008" w:rsidRPr="00103B2F">
              <w:rPr>
                <w:b/>
                <w:bCs/>
                <w:lang w:val="en-US"/>
              </w:rPr>
              <w:t xml:space="preserve"> </w:t>
            </w:r>
            <w:r w:rsidR="00817008" w:rsidRPr="00103B2F">
              <w:rPr>
                <w:b/>
                <w:bCs/>
              </w:rPr>
              <w:t>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03B2F" w:rsidRDefault="00251466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</w:t>
            </w:r>
            <w:r w:rsidR="00817008" w:rsidRPr="00103B2F">
              <w:rPr>
                <w:b/>
                <w:bCs/>
                <w:lang w:val="en-US"/>
              </w:rPr>
              <w:t xml:space="preserve"> </w:t>
            </w:r>
            <w:r w:rsidR="00817008" w:rsidRPr="00103B2F">
              <w:rPr>
                <w:b/>
                <w:bCs/>
              </w:rPr>
              <w:t>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03B2F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03B2F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03B2F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03B2F">
              <w:rPr>
                <w:b/>
                <w:bCs/>
              </w:rP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spacing w:line="240" w:lineRule="auto"/>
              <w:jc w:val="center"/>
            </w:pPr>
            <w:r>
              <w:t>2.8.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EC4B4B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D0795A">
              <w:t>Организация участия в областной спартакиаде допризывной и призывной молодёжи</w:t>
            </w:r>
            <w:r>
              <w:t>.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253801">
              <w:t>МБУ «</w:t>
            </w:r>
            <w:proofErr w:type="spellStart"/>
            <w:r w:rsidRPr="00253801">
              <w:t>Ярцевский</w:t>
            </w:r>
            <w:proofErr w:type="spellEnd"/>
            <w:r w:rsidRPr="00253801">
              <w:t xml:space="preserve"> молодёжный центр»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A10196">
              <w:rPr>
                <w:b/>
                <w:bCs/>
              </w:rPr>
              <w:t>2.</w:t>
            </w:r>
            <w:r>
              <w:rPr>
                <w:b/>
                <w:bCs/>
              </w:rPr>
              <w:t>9</w:t>
            </w:r>
            <w:r w:rsidRPr="00A10196">
              <w:rPr>
                <w:b/>
                <w:bCs/>
              </w:rPr>
              <w:t>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C41581" w:rsidRDefault="00817008" w:rsidP="00EC4B4B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  <w:bCs/>
              </w:rPr>
              <w:t>Акция «День призывника»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766FEE" w:rsidP="00EC4B4B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Управление</w:t>
            </w:r>
            <w:r w:rsidR="00817008">
              <w:rPr>
                <w:b/>
                <w:bCs/>
              </w:rPr>
              <w:t xml:space="preserve"> по культуре и спорту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EC4B4B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</w:rPr>
              <w:t xml:space="preserve">Бюджет муниципального образования 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</w:t>
            </w:r>
            <w:r w:rsidRPr="00A10196">
              <w:rPr>
                <w:b/>
                <w:bCs/>
              </w:rPr>
              <w:t xml:space="preserve">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</w:t>
            </w:r>
            <w:r w:rsidRPr="00A10196">
              <w:rPr>
                <w:b/>
                <w:bCs/>
              </w:rPr>
              <w:t xml:space="preserve"> 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EC4B4B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spacing w:line="240" w:lineRule="auto"/>
              <w:jc w:val="center"/>
            </w:pPr>
            <w:r>
              <w:t>2.10</w:t>
            </w:r>
            <w:r w:rsidRPr="002017F8">
              <w:t>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EC4B4B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2017F8">
              <w:t>Организация и проведение соревнований по военно-прикладным видам спорта, направленных на повышение уровня физической готовности молодёжи к военной службе, в том числе  выполнение  испытаний комплекса «Готов к труду и обороне».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766FEE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t>Управление</w:t>
            </w:r>
            <w:r w:rsidR="00817008" w:rsidRPr="002017F8">
              <w:t xml:space="preserve"> по </w:t>
            </w:r>
            <w:r w:rsidR="00817008">
              <w:t xml:space="preserve">культуре и </w:t>
            </w:r>
            <w:r w:rsidR="00817008" w:rsidRPr="002017F8">
              <w:t>спорту, учреждения спорта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516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2D61E1" w:rsidRDefault="00817008" w:rsidP="00EC4B4B">
            <w:pPr>
              <w:spacing w:line="240" w:lineRule="auto"/>
              <w:ind w:right="113" w:hanging="3"/>
              <w:rPr>
                <w:b/>
              </w:rPr>
            </w:pPr>
            <w:r w:rsidRPr="002D61E1">
              <w:rPr>
                <w:b/>
              </w:rPr>
              <w:t>Итого по комплексу про</w:t>
            </w:r>
            <w:r>
              <w:rPr>
                <w:b/>
              </w:rPr>
              <w:t>цессных мероприятий</w:t>
            </w:r>
            <w:r w:rsidRPr="002D61E1">
              <w:rPr>
                <w:b/>
              </w:rPr>
              <w:t>: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Default="00817008" w:rsidP="00EC4B4B">
            <w:pPr>
              <w:spacing w:line="240" w:lineRule="auto"/>
              <w:jc w:val="center"/>
            </w:pPr>
          </w:p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3801">
              <w:t>х</w:t>
            </w:r>
            <w:proofErr w:type="spellEnd"/>
          </w:p>
          <w:p w:rsidR="00817008" w:rsidRPr="00DA4939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EC4B4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41581">
              <w:rPr>
                <w:b/>
              </w:rPr>
              <w:t xml:space="preserve">Бюджет муниципального образования 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  <w:r w:rsidRPr="00DA493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EB3BAD" w:rsidRDefault="00937CFC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108</w:t>
            </w:r>
            <w:r w:rsidR="00817008" w:rsidRPr="00EB3BAD">
              <w:rPr>
                <w:b/>
              </w:rPr>
              <w:t> 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EB3BAD" w:rsidRDefault="00937CFC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108</w:t>
            </w:r>
            <w:r w:rsidR="00817008" w:rsidRPr="00EB3BAD">
              <w:rPr>
                <w:b/>
              </w:rPr>
              <w:t> 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EB3BAD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B3BAD">
              <w:rPr>
                <w:b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EB3BAD" w:rsidRDefault="00817008" w:rsidP="00EC4B4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B3BAD">
              <w:rPr>
                <w:b/>
              </w:rPr>
              <w:t>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3F4EF3" w:rsidRDefault="00817008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3F4EF3">
              <w:rPr>
                <w:b/>
                <w:bCs/>
              </w:rPr>
              <w:t>3.</w:t>
            </w:r>
          </w:p>
        </w:tc>
        <w:tc>
          <w:tcPr>
            <w:tcW w:w="1471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EE1F24" w:rsidRDefault="00817008" w:rsidP="00EC4B4B">
            <w:pPr>
              <w:spacing w:line="240" w:lineRule="auto"/>
              <w:jc w:val="center"/>
              <w:rPr>
                <w:b/>
              </w:rPr>
            </w:pPr>
            <w:r w:rsidRPr="00DA4939">
              <w:rPr>
                <w:b/>
                <w:sz w:val="24"/>
                <w:szCs w:val="24"/>
              </w:rPr>
              <w:t xml:space="preserve">Комплекс процессных </w:t>
            </w:r>
            <w:r w:rsidRPr="000C4684">
              <w:rPr>
                <w:b/>
                <w:sz w:val="24"/>
                <w:szCs w:val="24"/>
              </w:rPr>
              <w:t xml:space="preserve">мероприятий </w:t>
            </w:r>
            <w:r w:rsidRPr="0081276F">
              <w:rPr>
                <w:b/>
                <w:bCs/>
                <w:i/>
                <w:iCs/>
                <w:sz w:val="24"/>
                <w:szCs w:val="24"/>
              </w:rPr>
              <w:t>«Восстановление воинских захоронений»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19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center"/>
            </w:pPr>
            <w:r w:rsidRPr="00243A74">
              <w:t>3.1.</w:t>
            </w:r>
          </w:p>
        </w:tc>
        <w:tc>
          <w:tcPr>
            <w:tcW w:w="43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7008" w:rsidRPr="00942722" w:rsidRDefault="00817008" w:rsidP="00EC4B4B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243A74">
              <w:rPr>
                <w:b/>
              </w:rPr>
              <w:t>Проведение мероприятий, связанных с ремонтом и восс</w:t>
            </w:r>
            <w:r>
              <w:rPr>
                <w:b/>
              </w:rPr>
              <w:t>тановлением воинских захоронений и мемориальных сооружений, находящихся вне воинских захоронений, в рамках реализации областной государственной программы «Молодежная политика и гражданско-патриотическое воспитание граждан в Смоленской области» (Историческое сооружение «Братская могила 13 советских граждан, расстрелянных немецко-фашистскими захватчиками» (ул. Транспортная, д. 1 Б)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</w:p>
          <w:p w:rsidR="00817008" w:rsidRPr="00243A74" w:rsidRDefault="00817008" w:rsidP="00EC4B4B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both"/>
              <w:rPr>
                <w:b/>
              </w:rPr>
            </w:pPr>
            <w:r w:rsidRPr="00243A74">
              <w:rPr>
                <w:b/>
              </w:rPr>
              <w:t>Областной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FF6D9D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13 500 000,00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FF6D9D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1 500 000,00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FF6D9D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5 000 000,00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FF6D9D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7 000 000,00</w:t>
            </w:r>
          </w:p>
        </w:tc>
      </w:tr>
      <w:tr w:rsidR="00817008" w:rsidRPr="00BC351B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243A74" w:rsidRDefault="00817008" w:rsidP="00EC4B4B">
            <w:pPr>
              <w:spacing w:line="240" w:lineRule="auto"/>
              <w:ind w:left="-3" w:right="113"/>
              <w:rPr>
                <w:b/>
              </w:rPr>
            </w:pPr>
          </w:p>
        </w:tc>
        <w:tc>
          <w:tcPr>
            <w:tcW w:w="24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1C1EDB" w:rsidRDefault="00817008" w:rsidP="00EC4B4B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 xml:space="preserve">Бюджет муниципального образования 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DF764B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78 947,37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78 947,37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</w:tr>
      <w:tr w:rsidR="00817008" w:rsidRPr="001510E2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EC4B4B">
            <w:pPr>
              <w:spacing w:line="240" w:lineRule="auto"/>
              <w:jc w:val="center"/>
            </w:pPr>
            <w:r w:rsidRPr="001510E2">
              <w:lastRenderedPageBreak/>
              <w:t>3.2.</w:t>
            </w:r>
          </w:p>
        </w:tc>
        <w:tc>
          <w:tcPr>
            <w:tcW w:w="436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1510E2" w:rsidRDefault="00817008" w:rsidP="00EC4B4B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</w:rPr>
              <w:t>Приобретение строительных материалов для ремонта памятников</w:t>
            </w:r>
          </w:p>
        </w:tc>
        <w:tc>
          <w:tcPr>
            <w:tcW w:w="24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EC4B4B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</w:p>
          <w:p w:rsidR="00817008" w:rsidRPr="001510E2" w:rsidRDefault="00817008" w:rsidP="00EC4B4B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1510E2" w:rsidRDefault="00817008" w:rsidP="00EC4B4B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 xml:space="preserve">Бюджет муниципального образования 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70 000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70 000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EC4B4B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</w:tr>
      <w:tr w:rsidR="00FF6D9D" w:rsidRPr="001510E2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1510E2" w:rsidRDefault="00FF6D9D" w:rsidP="00EC4B4B">
            <w:pPr>
              <w:spacing w:line="240" w:lineRule="auto"/>
              <w:jc w:val="center"/>
            </w:pPr>
            <w:r>
              <w:t>3.3.</w:t>
            </w:r>
          </w:p>
        </w:tc>
        <w:tc>
          <w:tcPr>
            <w:tcW w:w="436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D9D" w:rsidRPr="001510E2" w:rsidRDefault="00FF6D9D" w:rsidP="00EC4B4B">
            <w:pPr>
              <w:spacing w:line="240" w:lineRule="auto"/>
              <w:ind w:left="-3" w:right="113"/>
              <w:jc w:val="both"/>
              <w:rPr>
                <w:b/>
              </w:rPr>
            </w:pPr>
            <w:r>
              <w:rPr>
                <w:b/>
              </w:rPr>
              <w:t>Разработка проектно-сметной документации</w:t>
            </w:r>
          </w:p>
        </w:tc>
        <w:tc>
          <w:tcPr>
            <w:tcW w:w="24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Default="00FF6D9D" w:rsidP="00EC4B4B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</w:p>
          <w:p w:rsidR="00FF6D9D" w:rsidRPr="001510E2" w:rsidRDefault="00FF6D9D" w:rsidP="00EC4B4B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D9D" w:rsidRPr="001510E2" w:rsidRDefault="00FF6D9D" w:rsidP="00EC4B4B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 xml:space="preserve">Бюджет муниципального образования 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243A74" w:rsidRDefault="00FF6D9D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80 000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243A74" w:rsidRDefault="00FF6D9D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80 000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243A74" w:rsidRDefault="00FF6D9D" w:rsidP="00EC4B4B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243A74" w:rsidRDefault="00FF6D9D" w:rsidP="00EC4B4B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</w:tr>
      <w:tr w:rsidR="00BC1723" w:rsidRPr="001510E2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723" w:rsidRPr="001510E2" w:rsidRDefault="00BC1723" w:rsidP="00EC4B4B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723" w:rsidRPr="001510E2" w:rsidRDefault="00BC1723" w:rsidP="00EC4B4B">
            <w:pPr>
              <w:spacing w:line="240" w:lineRule="auto"/>
              <w:ind w:left="-3" w:right="113"/>
              <w:jc w:val="both"/>
            </w:pPr>
            <w:r w:rsidRPr="001510E2">
              <w:rPr>
                <w:b/>
              </w:rPr>
              <w:t>Итого по комплексу процессных мероприятий, в том числе: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723" w:rsidRPr="001510E2" w:rsidRDefault="00BC1723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723" w:rsidRPr="001510E2" w:rsidRDefault="00BC1723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723" w:rsidRPr="001510E2" w:rsidRDefault="00BC1723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13 728 947,37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723" w:rsidRPr="001510E2" w:rsidRDefault="00BC1723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1 728 947,37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723" w:rsidRPr="00243A74" w:rsidRDefault="00BC1723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5 000 000,00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723" w:rsidRPr="00243A74" w:rsidRDefault="00BC1723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7 000 000,00</w:t>
            </w:r>
          </w:p>
        </w:tc>
      </w:tr>
      <w:tr w:rsidR="00760969" w:rsidRPr="001510E2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ind w:left="-3" w:right="113"/>
              <w:jc w:val="both"/>
              <w:rPr>
                <w:b/>
                <w:bCs/>
                <w:iCs/>
              </w:rPr>
            </w:pPr>
            <w:r w:rsidRPr="001510E2">
              <w:rPr>
                <w:b/>
                <w:bCs/>
                <w:iCs/>
              </w:rPr>
              <w:t>Областной бюджет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13 500 000,00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1 500 000,00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5 000 000,00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7 000 000,00</w:t>
            </w:r>
          </w:p>
        </w:tc>
      </w:tr>
      <w:tr w:rsidR="00760969" w:rsidRPr="001510E2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</w:rPr>
              <w:t>Бюджет муниципального образования «</w:t>
            </w:r>
            <w:proofErr w:type="spellStart"/>
            <w:r w:rsidRPr="001510E2">
              <w:rPr>
                <w:b/>
              </w:rPr>
              <w:t>Ярцевский</w:t>
            </w:r>
            <w:proofErr w:type="spellEnd"/>
            <w:r w:rsidRPr="001510E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228 947,37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228 947,37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</w:tr>
      <w:tr w:rsidR="00760969" w:rsidRPr="001510E2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ind w:left="-3" w:right="113"/>
              <w:jc w:val="both"/>
            </w:pPr>
            <w:r w:rsidRPr="001510E2">
              <w:rPr>
                <w:b/>
              </w:rPr>
              <w:t>Всего по муниципальной программе, в том числе: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760969" w:rsidRDefault="00760969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760969">
              <w:rPr>
                <w:b/>
                <w:bCs/>
              </w:rPr>
              <w:t>14 123 947,37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760969" w:rsidRDefault="00760969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760969">
              <w:rPr>
                <w:b/>
                <w:bCs/>
              </w:rPr>
              <w:t>2 123 947,37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5 000 000,00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7 000 000,00</w:t>
            </w:r>
          </w:p>
        </w:tc>
      </w:tr>
      <w:tr w:rsidR="00760969" w:rsidRPr="001510E2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  <w:bCs/>
                <w:iCs/>
              </w:rPr>
              <w:t>Областной бюджет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1510E2" w:rsidRDefault="00760969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13 500 000,00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1 500 000,00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5 000 000,00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69" w:rsidRPr="00243A74" w:rsidRDefault="00760969" w:rsidP="00EC4B4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7 000 000,00</w:t>
            </w:r>
          </w:p>
        </w:tc>
      </w:tr>
      <w:tr w:rsidR="00FF6D9D" w:rsidRPr="001510E2" w:rsidTr="00EC4B4B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1510E2" w:rsidRDefault="00FF6D9D" w:rsidP="00EC4B4B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1510E2" w:rsidRDefault="00FF6D9D" w:rsidP="00EC4B4B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</w:rPr>
              <w:t>Бюджет муниципального образования «</w:t>
            </w:r>
            <w:proofErr w:type="spellStart"/>
            <w:r w:rsidRPr="001510E2">
              <w:rPr>
                <w:b/>
              </w:rPr>
              <w:t>Ярцевский</w:t>
            </w:r>
            <w:proofErr w:type="spellEnd"/>
            <w:r w:rsidRPr="001510E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1510E2" w:rsidRDefault="00FF6D9D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1510E2" w:rsidRDefault="00FF6D9D" w:rsidP="00EC4B4B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760969" w:rsidRDefault="00760969" w:rsidP="00EC4B4B">
            <w:pPr>
              <w:spacing w:line="240" w:lineRule="auto"/>
              <w:jc w:val="center"/>
              <w:rPr>
                <w:b/>
                <w:bCs/>
              </w:rPr>
            </w:pPr>
            <w:r w:rsidRPr="00760969">
              <w:rPr>
                <w:b/>
                <w:bCs/>
              </w:rPr>
              <w:t>623 947,37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760969" w:rsidRDefault="00760969" w:rsidP="00EC4B4B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760969">
              <w:rPr>
                <w:b/>
                <w:bCs/>
              </w:rPr>
              <w:t>623 947,37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760969" w:rsidRDefault="00FF6D9D" w:rsidP="00EC4B4B">
            <w:pPr>
              <w:spacing w:line="240" w:lineRule="auto"/>
              <w:jc w:val="center"/>
              <w:rPr>
                <w:b/>
              </w:rPr>
            </w:pPr>
            <w:r w:rsidRPr="00760969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D9D" w:rsidRPr="00760969" w:rsidRDefault="00FF6D9D" w:rsidP="00EC4B4B">
            <w:pPr>
              <w:spacing w:line="240" w:lineRule="auto"/>
              <w:jc w:val="center"/>
              <w:rPr>
                <w:b/>
              </w:rPr>
            </w:pPr>
            <w:r w:rsidRPr="00760969">
              <w:rPr>
                <w:b/>
              </w:rPr>
              <w:t>0,00</w:t>
            </w:r>
          </w:p>
        </w:tc>
      </w:tr>
    </w:tbl>
    <w:p w:rsidR="006C6C2B" w:rsidRPr="001510E2" w:rsidRDefault="006C6C2B" w:rsidP="004975AD">
      <w:pPr>
        <w:pStyle w:val="ae"/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sectPr w:rsidR="006C6C2B" w:rsidRPr="001510E2" w:rsidSect="006C6C2B">
      <w:pgSz w:w="16840" w:h="11907" w:orient="landscape" w:code="9"/>
      <w:pgMar w:top="850" w:right="1134" w:bottom="1701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EDA" w:rsidRDefault="00634EDA">
      <w:r>
        <w:separator/>
      </w:r>
    </w:p>
  </w:endnote>
  <w:endnote w:type="continuationSeparator" w:id="0">
    <w:p w:rsidR="00634EDA" w:rsidRDefault="00634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EDA" w:rsidRDefault="00634EDA">
      <w:r>
        <w:separator/>
      </w:r>
    </w:p>
  </w:footnote>
  <w:footnote w:type="continuationSeparator" w:id="0">
    <w:p w:rsidR="00634EDA" w:rsidRDefault="00634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690" w:rsidRDefault="00780E6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8769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7690" w:rsidRDefault="0098769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9400"/>
      <w:docPartObj>
        <w:docPartGallery w:val="Page Numbers (Top of Page)"/>
        <w:docPartUnique/>
      </w:docPartObj>
    </w:sdtPr>
    <w:sdtContent>
      <w:p w:rsidR="005848E6" w:rsidRDefault="00780E6B">
        <w:pPr>
          <w:pStyle w:val="a5"/>
        </w:pPr>
        <w:fldSimple w:instr=" PAGE   \* MERGEFORMAT ">
          <w:r w:rsidR="0098638D">
            <w:rPr>
              <w:noProof/>
            </w:rPr>
            <w:t>11</w:t>
          </w:r>
        </w:fldSimple>
      </w:p>
    </w:sdtContent>
  </w:sdt>
  <w:p w:rsidR="00987690" w:rsidRDefault="0098769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2912"/>
      <w:docPartObj>
        <w:docPartGallery w:val="Page Numbers (Top of Page)"/>
        <w:docPartUnique/>
      </w:docPartObj>
    </w:sdtPr>
    <w:sdtContent>
      <w:p w:rsidR="00987690" w:rsidRDefault="00780E6B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987690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98638D">
          <w:rPr>
            <w:noProof/>
            <w:color w:val="FFFFFF" w:themeColor="background1"/>
          </w:rPr>
          <w:t>1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F3C"/>
    <w:multiLevelType w:val="hybridMultilevel"/>
    <w:tmpl w:val="6BA88E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376BE"/>
    <w:multiLevelType w:val="multilevel"/>
    <w:tmpl w:val="F84AC982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143E7"/>
    <w:rsid w:val="0001668A"/>
    <w:rsid w:val="0001757D"/>
    <w:rsid w:val="00020901"/>
    <w:rsid w:val="000209E8"/>
    <w:rsid w:val="0002159D"/>
    <w:rsid w:val="00021CA8"/>
    <w:rsid w:val="00023A87"/>
    <w:rsid w:val="00024AB6"/>
    <w:rsid w:val="00025915"/>
    <w:rsid w:val="000268F3"/>
    <w:rsid w:val="00034786"/>
    <w:rsid w:val="00044A7A"/>
    <w:rsid w:val="00044EAF"/>
    <w:rsid w:val="00051177"/>
    <w:rsid w:val="00055E08"/>
    <w:rsid w:val="000604B0"/>
    <w:rsid w:val="00062940"/>
    <w:rsid w:val="00062CD8"/>
    <w:rsid w:val="00063C2C"/>
    <w:rsid w:val="00063DF4"/>
    <w:rsid w:val="00065B27"/>
    <w:rsid w:val="00071EFA"/>
    <w:rsid w:val="00076983"/>
    <w:rsid w:val="00082AEC"/>
    <w:rsid w:val="0008396B"/>
    <w:rsid w:val="00086604"/>
    <w:rsid w:val="00086E51"/>
    <w:rsid w:val="000878D8"/>
    <w:rsid w:val="000878E1"/>
    <w:rsid w:val="00087DA5"/>
    <w:rsid w:val="00093B59"/>
    <w:rsid w:val="00097286"/>
    <w:rsid w:val="000A4862"/>
    <w:rsid w:val="000A60FD"/>
    <w:rsid w:val="000B2421"/>
    <w:rsid w:val="000B3A1F"/>
    <w:rsid w:val="000B40C2"/>
    <w:rsid w:val="000B4690"/>
    <w:rsid w:val="000B4E7D"/>
    <w:rsid w:val="000B5B04"/>
    <w:rsid w:val="000C4483"/>
    <w:rsid w:val="000C5CD6"/>
    <w:rsid w:val="000C68BF"/>
    <w:rsid w:val="000C702F"/>
    <w:rsid w:val="000C7A3C"/>
    <w:rsid w:val="000D0E04"/>
    <w:rsid w:val="000D1104"/>
    <w:rsid w:val="000E10BE"/>
    <w:rsid w:val="00102AD5"/>
    <w:rsid w:val="00113D2B"/>
    <w:rsid w:val="00113DEE"/>
    <w:rsid w:val="0011454D"/>
    <w:rsid w:val="00115E21"/>
    <w:rsid w:val="00117F97"/>
    <w:rsid w:val="0012029B"/>
    <w:rsid w:val="00121A67"/>
    <w:rsid w:val="00123675"/>
    <w:rsid w:val="00124AE4"/>
    <w:rsid w:val="00131F09"/>
    <w:rsid w:val="00136A95"/>
    <w:rsid w:val="0014615A"/>
    <w:rsid w:val="00150063"/>
    <w:rsid w:val="001502E2"/>
    <w:rsid w:val="001510E2"/>
    <w:rsid w:val="0015125D"/>
    <w:rsid w:val="00151559"/>
    <w:rsid w:val="001525BC"/>
    <w:rsid w:val="00152BE4"/>
    <w:rsid w:val="001567D9"/>
    <w:rsid w:val="00157AE2"/>
    <w:rsid w:val="001602A3"/>
    <w:rsid w:val="001631B9"/>
    <w:rsid w:val="00164639"/>
    <w:rsid w:val="001646DA"/>
    <w:rsid w:val="00165E60"/>
    <w:rsid w:val="00173C97"/>
    <w:rsid w:val="001743D8"/>
    <w:rsid w:val="00174B57"/>
    <w:rsid w:val="00176049"/>
    <w:rsid w:val="00180090"/>
    <w:rsid w:val="001811A2"/>
    <w:rsid w:val="00190F8D"/>
    <w:rsid w:val="001A04A6"/>
    <w:rsid w:val="001A329F"/>
    <w:rsid w:val="001A3E43"/>
    <w:rsid w:val="001B288F"/>
    <w:rsid w:val="001B3302"/>
    <w:rsid w:val="001B4F38"/>
    <w:rsid w:val="001B5E20"/>
    <w:rsid w:val="001C0F64"/>
    <w:rsid w:val="001C2AA3"/>
    <w:rsid w:val="001C669C"/>
    <w:rsid w:val="001D0675"/>
    <w:rsid w:val="001D0A2F"/>
    <w:rsid w:val="001D39B2"/>
    <w:rsid w:val="001D44C5"/>
    <w:rsid w:val="001E0FA8"/>
    <w:rsid w:val="001E1A75"/>
    <w:rsid w:val="001E51BA"/>
    <w:rsid w:val="001E5F31"/>
    <w:rsid w:val="001F07D1"/>
    <w:rsid w:val="001F0F4E"/>
    <w:rsid w:val="001F12F6"/>
    <w:rsid w:val="001F18D4"/>
    <w:rsid w:val="00200BB9"/>
    <w:rsid w:val="00201EA7"/>
    <w:rsid w:val="00210327"/>
    <w:rsid w:val="00212FE8"/>
    <w:rsid w:val="00214DF4"/>
    <w:rsid w:val="00216E0A"/>
    <w:rsid w:val="002218B2"/>
    <w:rsid w:val="0022377D"/>
    <w:rsid w:val="00225B03"/>
    <w:rsid w:val="00233000"/>
    <w:rsid w:val="00235121"/>
    <w:rsid w:val="002360E3"/>
    <w:rsid w:val="0024276D"/>
    <w:rsid w:val="00246E13"/>
    <w:rsid w:val="00250323"/>
    <w:rsid w:val="00250F3E"/>
    <w:rsid w:val="00250FCF"/>
    <w:rsid w:val="00251466"/>
    <w:rsid w:val="002540A5"/>
    <w:rsid w:val="002556D9"/>
    <w:rsid w:val="00256807"/>
    <w:rsid w:val="00262932"/>
    <w:rsid w:val="00264D47"/>
    <w:rsid w:val="0026617F"/>
    <w:rsid w:val="00271B58"/>
    <w:rsid w:val="00273C17"/>
    <w:rsid w:val="002754E4"/>
    <w:rsid w:val="00275A77"/>
    <w:rsid w:val="00282B29"/>
    <w:rsid w:val="00285E2D"/>
    <w:rsid w:val="00287DF6"/>
    <w:rsid w:val="00287F9C"/>
    <w:rsid w:val="00293A3A"/>
    <w:rsid w:val="00293D76"/>
    <w:rsid w:val="00295DA3"/>
    <w:rsid w:val="002A213A"/>
    <w:rsid w:val="002B427C"/>
    <w:rsid w:val="002B5376"/>
    <w:rsid w:val="002B60D2"/>
    <w:rsid w:val="002B7F86"/>
    <w:rsid w:val="002D15FF"/>
    <w:rsid w:val="002D1C37"/>
    <w:rsid w:val="002D3433"/>
    <w:rsid w:val="002D3D51"/>
    <w:rsid w:val="002D50A6"/>
    <w:rsid w:val="002D5ABA"/>
    <w:rsid w:val="002D7A50"/>
    <w:rsid w:val="002E266E"/>
    <w:rsid w:val="002E2E20"/>
    <w:rsid w:val="002E6064"/>
    <w:rsid w:val="002F16DC"/>
    <w:rsid w:val="002F6099"/>
    <w:rsid w:val="002F7F69"/>
    <w:rsid w:val="003040B1"/>
    <w:rsid w:val="00306A25"/>
    <w:rsid w:val="00306DE6"/>
    <w:rsid w:val="003109B8"/>
    <w:rsid w:val="00311305"/>
    <w:rsid w:val="00311560"/>
    <w:rsid w:val="00314AB2"/>
    <w:rsid w:val="00316339"/>
    <w:rsid w:val="00321FA2"/>
    <w:rsid w:val="00322D45"/>
    <w:rsid w:val="00323F1A"/>
    <w:rsid w:val="00325976"/>
    <w:rsid w:val="0032663A"/>
    <w:rsid w:val="00327283"/>
    <w:rsid w:val="00327C88"/>
    <w:rsid w:val="003319A2"/>
    <w:rsid w:val="00334382"/>
    <w:rsid w:val="00340C27"/>
    <w:rsid w:val="0035033F"/>
    <w:rsid w:val="00360ED9"/>
    <w:rsid w:val="003668C4"/>
    <w:rsid w:val="0037058F"/>
    <w:rsid w:val="003710E9"/>
    <w:rsid w:val="00381018"/>
    <w:rsid w:val="00381EBD"/>
    <w:rsid w:val="003821FF"/>
    <w:rsid w:val="00382B5A"/>
    <w:rsid w:val="00383783"/>
    <w:rsid w:val="00391BB8"/>
    <w:rsid w:val="003A3D2D"/>
    <w:rsid w:val="003A6F8B"/>
    <w:rsid w:val="003B59A7"/>
    <w:rsid w:val="003D37B6"/>
    <w:rsid w:val="003D5968"/>
    <w:rsid w:val="003D6232"/>
    <w:rsid w:val="003D6423"/>
    <w:rsid w:val="003E0668"/>
    <w:rsid w:val="003E460D"/>
    <w:rsid w:val="003E47F8"/>
    <w:rsid w:val="003F55F7"/>
    <w:rsid w:val="003F7D44"/>
    <w:rsid w:val="00402D73"/>
    <w:rsid w:val="0040309E"/>
    <w:rsid w:val="004060DF"/>
    <w:rsid w:val="00406DF2"/>
    <w:rsid w:val="00410990"/>
    <w:rsid w:val="00411919"/>
    <w:rsid w:val="004132E6"/>
    <w:rsid w:val="004144FC"/>
    <w:rsid w:val="0041540A"/>
    <w:rsid w:val="00415D7E"/>
    <w:rsid w:val="00422A36"/>
    <w:rsid w:val="004238B0"/>
    <w:rsid w:val="00423A3F"/>
    <w:rsid w:val="004301E7"/>
    <w:rsid w:val="004449B2"/>
    <w:rsid w:val="00445751"/>
    <w:rsid w:val="004466F6"/>
    <w:rsid w:val="0045118E"/>
    <w:rsid w:val="00454701"/>
    <w:rsid w:val="004613DA"/>
    <w:rsid w:val="0046201D"/>
    <w:rsid w:val="00462FBC"/>
    <w:rsid w:val="00465B83"/>
    <w:rsid w:val="0047056F"/>
    <w:rsid w:val="004715CD"/>
    <w:rsid w:val="0049253A"/>
    <w:rsid w:val="0049712F"/>
    <w:rsid w:val="004975AD"/>
    <w:rsid w:val="004A06FF"/>
    <w:rsid w:val="004A2B1E"/>
    <w:rsid w:val="004B035C"/>
    <w:rsid w:val="004B27D6"/>
    <w:rsid w:val="004B3786"/>
    <w:rsid w:val="004C4182"/>
    <w:rsid w:val="004D0884"/>
    <w:rsid w:val="004D325E"/>
    <w:rsid w:val="004D52CD"/>
    <w:rsid w:val="004D71F5"/>
    <w:rsid w:val="004E1BF0"/>
    <w:rsid w:val="004E23B9"/>
    <w:rsid w:val="004E31B7"/>
    <w:rsid w:val="004E3383"/>
    <w:rsid w:val="004E6ECF"/>
    <w:rsid w:val="004F33F3"/>
    <w:rsid w:val="004F51B2"/>
    <w:rsid w:val="005013B1"/>
    <w:rsid w:val="00501E02"/>
    <w:rsid w:val="00503296"/>
    <w:rsid w:val="00503E99"/>
    <w:rsid w:val="00504D46"/>
    <w:rsid w:val="005074D2"/>
    <w:rsid w:val="00510AB5"/>
    <w:rsid w:val="00510E24"/>
    <w:rsid w:val="00517B8D"/>
    <w:rsid w:val="00521403"/>
    <w:rsid w:val="00534352"/>
    <w:rsid w:val="005376EE"/>
    <w:rsid w:val="00542C7C"/>
    <w:rsid w:val="00544AED"/>
    <w:rsid w:val="00546844"/>
    <w:rsid w:val="0055060A"/>
    <w:rsid w:val="00553980"/>
    <w:rsid w:val="00554027"/>
    <w:rsid w:val="00555AF5"/>
    <w:rsid w:val="00565025"/>
    <w:rsid w:val="00566952"/>
    <w:rsid w:val="00566A67"/>
    <w:rsid w:val="005703E0"/>
    <w:rsid w:val="00570473"/>
    <w:rsid w:val="00571597"/>
    <w:rsid w:val="00575036"/>
    <w:rsid w:val="005848E6"/>
    <w:rsid w:val="00587DA4"/>
    <w:rsid w:val="0059143D"/>
    <w:rsid w:val="00591FA3"/>
    <w:rsid w:val="005927D2"/>
    <w:rsid w:val="005934B2"/>
    <w:rsid w:val="005A0ACF"/>
    <w:rsid w:val="005A16B0"/>
    <w:rsid w:val="005A4DB0"/>
    <w:rsid w:val="005A5BB7"/>
    <w:rsid w:val="005A739E"/>
    <w:rsid w:val="005B37EF"/>
    <w:rsid w:val="005B399B"/>
    <w:rsid w:val="005C2BCB"/>
    <w:rsid w:val="005D2F93"/>
    <w:rsid w:val="005D62E8"/>
    <w:rsid w:val="005E780A"/>
    <w:rsid w:val="005F3254"/>
    <w:rsid w:val="005F7B64"/>
    <w:rsid w:val="005F7C1D"/>
    <w:rsid w:val="0060363D"/>
    <w:rsid w:val="00606E8B"/>
    <w:rsid w:val="00607AF8"/>
    <w:rsid w:val="006114F8"/>
    <w:rsid w:val="006213B2"/>
    <w:rsid w:val="006225F3"/>
    <w:rsid w:val="006231ED"/>
    <w:rsid w:val="00624650"/>
    <w:rsid w:val="006308D6"/>
    <w:rsid w:val="00634EDA"/>
    <w:rsid w:val="00640A10"/>
    <w:rsid w:val="0064202E"/>
    <w:rsid w:val="00642298"/>
    <w:rsid w:val="0065334C"/>
    <w:rsid w:val="0065711E"/>
    <w:rsid w:val="006574F0"/>
    <w:rsid w:val="00657826"/>
    <w:rsid w:val="00657E68"/>
    <w:rsid w:val="00662F82"/>
    <w:rsid w:val="006717C1"/>
    <w:rsid w:val="00671BF6"/>
    <w:rsid w:val="0067247C"/>
    <w:rsid w:val="00690700"/>
    <w:rsid w:val="006971AC"/>
    <w:rsid w:val="006975D5"/>
    <w:rsid w:val="006A0B1F"/>
    <w:rsid w:val="006A1406"/>
    <w:rsid w:val="006A2417"/>
    <w:rsid w:val="006A5647"/>
    <w:rsid w:val="006A6E64"/>
    <w:rsid w:val="006B16EF"/>
    <w:rsid w:val="006B6B97"/>
    <w:rsid w:val="006C6C2B"/>
    <w:rsid w:val="006D670D"/>
    <w:rsid w:val="006E1ED9"/>
    <w:rsid w:val="006E3C87"/>
    <w:rsid w:val="006E528C"/>
    <w:rsid w:val="006F02AC"/>
    <w:rsid w:val="006F1AD7"/>
    <w:rsid w:val="006F3805"/>
    <w:rsid w:val="006F5622"/>
    <w:rsid w:val="006F587D"/>
    <w:rsid w:val="006F7DB9"/>
    <w:rsid w:val="007014AF"/>
    <w:rsid w:val="00701FC5"/>
    <w:rsid w:val="00702FB5"/>
    <w:rsid w:val="00711435"/>
    <w:rsid w:val="007167AC"/>
    <w:rsid w:val="00721449"/>
    <w:rsid w:val="00721DEF"/>
    <w:rsid w:val="00722D14"/>
    <w:rsid w:val="00740810"/>
    <w:rsid w:val="00740B44"/>
    <w:rsid w:val="00741AFC"/>
    <w:rsid w:val="00742572"/>
    <w:rsid w:val="00743E6E"/>
    <w:rsid w:val="007540D8"/>
    <w:rsid w:val="00760969"/>
    <w:rsid w:val="007612FB"/>
    <w:rsid w:val="00763DC3"/>
    <w:rsid w:val="00765ED0"/>
    <w:rsid w:val="00766FEE"/>
    <w:rsid w:val="0077171F"/>
    <w:rsid w:val="0077336D"/>
    <w:rsid w:val="00780E6B"/>
    <w:rsid w:val="0078364A"/>
    <w:rsid w:val="00786F8A"/>
    <w:rsid w:val="007A002D"/>
    <w:rsid w:val="007A08F0"/>
    <w:rsid w:val="007A3805"/>
    <w:rsid w:val="007A3F8A"/>
    <w:rsid w:val="007A4145"/>
    <w:rsid w:val="007B63CB"/>
    <w:rsid w:val="007C0FC1"/>
    <w:rsid w:val="007D348E"/>
    <w:rsid w:val="007D63CB"/>
    <w:rsid w:val="007D68EB"/>
    <w:rsid w:val="007E06C8"/>
    <w:rsid w:val="007E0B82"/>
    <w:rsid w:val="007E575F"/>
    <w:rsid w:val="0080071A"/>
    <w:rsid w:val="008022E8"/>
    <w:rsid w:val="008039E3"/>
    <w:rsid w:val="00806823"/>
    <w:rsid w:val="008071A9"/>
    <w:rsid w:val="008100B9"/>
    <w:rsid w:val="00815F9D"/>
    <w:rsid w:val="00817008"/>
    <w:rsid w:val="00820DD7"/>
    <w:rsid w:val="00821387"/>
    <w:rsid w:val="008317D5"/>
    <w:rsid w:val="0083574F"/>
    <w:rsid w:val="00835BC5"/>
    <w:rsid w:val="00847350"/>
    <w:rsid w:val="0084781A"/>
    <w:rsid w:val="008507CD"/>
    <w:rsid w:val="008534FE"/>
    <w:rsid w:val="00853AD9"/>
    <w:rsid w:val="00856D3B"/>
    <w:rsid w:val="008635E5"/>
    <w:rsid w:val="0086405B"/>
    <w:rsid w:val="00870186"/>
    <w:rsid w:val="00877D6E"/>
    <w:rsid w:val="0088141C"/>
    <w:rsid w:val="0088339D"/>
    <w:rsid w:val="008918EF"/>
    <w:rsid w:val="0089271C"/>
    <w:rsid w:val="0089325C"/>
    <w:rsid w:val="008946AB"/>
    <w:rsid w:val="008A2846"/>
    <w:rsid w:val="008B51EA"/>
    <w:rsid w:val="008B56FF"/>
    <w:rsid w:val="008B6E5D"/>
    <w:rsid w:val="008B7BD8"/>
    <w:rsid w:val="008C31E9"/>
    <w:rsid w:val="008C3D47"/>
    <w:rsid w:val="008C534C"/>
    <w:rsid w:val="008C6E67"/>
    <w:rsid w:val="008C6F6C"/>
    <w:rsid w:val="008D09DF"/>
    <w:rsid w:val="008D1FD3"/>
    <w:rsid w:val="008D5818"/>
    <w:rsid w:val="008D6083"/>
    <w:rsid w:val="008D62B7"/>
    <w:rsid w:val="008E02CB"/>
    <w:rsid w:val="008E2D9A"/>
    <w:rsid w:val="008F1AA5"/>
    <w:rsid w:val="00903BAC"/>
    <w:rsid w:val="009108E2"/>
    <w:rsid w:val="00914E8A"/>
    <w:rsid w:val="0091609F"/>
    <w:rsid w:val="00916608"/>
    <w:rsid w:val="00917280"/>
    <w:rsid w:val="00917629"/>
    <w:rsid w:val="00917844"/>
    <w:rsid w:val="00917EC5"/>
    <w:rsid w:val="00923927"/>
    <w:rsid w:val="009257A9"/>
    <w:rsid w:val="009269D9"/>
    <w:rsid w:val="00934AC5"/>
    <w:rsid w:val="009359D7"/>
    <w:rsid w:val="00936701"/>
    <w:rsid w:val="00936C43"/>
    <w:rsid w:val="00937CFC"/>
    <w:rsid w:val="0094108F"/>
    <w:rsid w:val="00941F6B"/>
    <w:rsid w:val="00942202"/>
    <w:rsid w:val="00947AF3"/>
    <w:rsid w:val="00951296"/>
    <w:rsid w:val="00952667"/>
    <w:rsid w:val="009557F2"/>
    <w:rsid w:val="00960C4F"/>
    <w:rsid w:val="00970B83"/>
    <w:rsid w:val="009851B1"/>
    <w:rsid w:val="0098638D"/>
    <w:rsid w:val="00987690"/>
    <w:rsid w:val="009905ED"/>
    <w:rsid w:val="0099279A"/>
    <w:rsid w:val="009A3DFE"/>
    <w:rsid w:val="009A4301"/>
    <w:rsid w:val="009A67A3"/>
    <w:rsid w:val="009A7870"/>
    <w:rsid w:val="009B3800"/>
    <w:rsid w:val="009B3FDE"/>
    <w:rsid w:val="009B6A0A"/>
    <w:rsid w:val="009C2D0D"/>
    <w:rsid w:val="009C3C94"/>
    <w:rsid w:val="009C4F81"/>
    <w:rsid w:val="009C6667"/>
    <w:rsid w:val="009D172B"/>
    <w:rsid w:val="009D5757"/>
    <w:rsid w:val="009E0494"/>
    <w:rsid w:val="009F08C6"/>
    <w:rsid w:val="009F18A3"/>
    <w:rsid w:val="009F3BF9"/>
    <w:rsid w:val="009F40B2"/>
    <w:rsid w:val="009F7FE8"/>
    <w:rsid w:val="00A06453"/>
    <w:rsid w:val="00A11431"/>
    <w:rsid w:val="00A22D33"/>
    <w:rsid w:val="00A24E30"/>
    <w:rsid w:val="00A24F22"/>
    <w:rsid w:val="00A24F40"/>
    <w:rsid w:val="00A3212D"/>
    <w:rsid w:val="00A339D8"/>
    <w:rsid w:val="00A37607"/>
    <w:rsid w:val="00A4030C"/>
    <w:rsid w:val="00A43992"/>
    <w:rsid w:val="00A44448"/>
    <w:rsid w:val="00A4594D"/>
    <w:rsid w:val="00A45B6C"/>
    <w:rsid w:val="00A706D7"/>
    <w:rsid w:val="00A7419F"/>
    <w:rsid w:val="00A74920"/>
    <w:rsid w:val="00A83243"/>
    <w:rsid w:val="00A8783C"/>
    <w:rsid w:val="00A90043"/>
    <w:rsid w:val="00A91F74"/>
    <w:rsid w:val="00A921F2"/>
    <w:rsid w:val="00A928D9"/>
    <w:rsid w:val="00AA159D"/>
    <w:rsid w:val="00AA565A"/>
    <w:rsid w:val="00AA71B2"/>
    <w:rsid w:val="00AB0D18"/>
    <w:rsid w:val="00AB3709"/>
    <w:rsid w:val="00AC21C3"/>
    <w:rsid w:val="00AC2C3A"/>
    <w:rsid w:val="00AC5FB7"/>
    <w:rsid w:val="00AD03F7"/>
    <w:rsid w:val="00AD2D54"/>
    <w:rsid w:val="00AD4F88"/>
    <w:rsid w:val="00AD5D3A"/>
    <w:rsid w:val="00AE1262"/>
    <w:rsid w:val="00AF4927"/>
    <w:rsid w:val="00AF74C6"/>
    <w:rsid w:val="00B0132F"/>
    <w:rsid w:val="00B016A4"/>
    <w:rsid w:val="00B02DDB"/>
    <w:rsid w:val="00B04037"/>
    <w:rsid w:val="00B11202"/>
    <w:rsid w:val="00B134A7"/>
    <w:rsid w:val="00B14501"/>
    <w:rsid w:val="00B147FC"/>
    <w:rsid w:val="00B14B8A"/>
    <w:rsid w:val="00B20460"/>
    <w:rsid w:val="00B3073A"/>
    <w:rsid w:val="00B323AE"/>
    <w:rsid w:val="00B32AB6"/>
    <w:rsid w:val="00B32C4C"/>
    <w:rsid w:val="00B33306"/>
    <w:rsid w:val="00B41EAD"/>
    <w:rsid w:val="00B42A1E"/>
    <w:rsid w:val="00B5687A"/>
    <w:rsid w:val="00B60034"/>
    <w:rsid w:val="00B601CB"/>
    <w:rsid w:val="00B61EE5"/>
    <w:rsid w:val="00B6330C"/>
    <w:rsid w:val="00B65649"/>
    <w:rsid w:val="00B72D89"/>
    <w:rsid w:val="00B755D8"/>
    <w:rsid w:val="00B776FC"/>
    <w:rsid w:val="00B80038"/>
    <w:rsid w:val="00B903D0"/>
    <w:rsid w:val="00B907A8"/>
    <w:rsid w:val="00B96C1A"/>
    <w:rsid w:val="00BA04A0"/>
    <w:rsid w:val="00BA457C"/>
    <w:rsid w:val="00BA62E2"/>
    <w:rsid w:val="00BB356F"/>
    <w:rsid w:val="00BB47CD"/>
    <w:rsid w:val="00BB765C"/>
    <w:rsid w:val="00BC1158"/>
    <w:rsid w:val="00BC12B0"/>
    <w:rsid w:val="00BC1723"/>
    <w:rsid w:val="00BC4909"/>
    <w:rsid w:val="00BD211D"/>
    <w:rsid w:val="00BD5DDB"/>
    <w:rsid w:val="00BD7C40"/>
    <w:rsid w:val="00BE1599"/>
    <w:rsid w:val="00BE1AC4"/>
    <w:rsid w:val="00BE4268"/>
    <w:rsid w:val="00BE687F"/>
    <w:rsid w:val="00BF1A02"/>
    <w:rsid w:val="00BF55E8"/>
    <w:rsid w:val="00BF580A"/>
    <w:rsid w:val="00C01B8A"/>
    <w:rsid w:val="00C028EB"/>
    <w:rsid w:val="00C03C23"/>
    <w:rsid w:val="00C14DF8"/>
    <w:rsid w:val="00C158E3"/>
    <w:rsid w:val="00C22EAE"/>
    <w:rsid w:val="00C25161"/>
    <w:rsid w:val="00C301AB"/>
    <w:rsid w:val="00C34083"/>
    <w:rsid w:val="00C352A2"/>
    <w:rsid w:val="00C35A64"/>
    <w:rsid w:val="00C35E26"/>
    <w:rsid w:val="00C409A6"/>
    <w:rsid w:val="00C4250E"/>
    <w:rsid w:val="00C47621"/>
    <w:rsid w:val="00C5519D"/>
    <w:rsid w:val="00C551FA"/>
    <w:rsid w:val="00C5599A"/>
    <w:rsid w:val="00C60499"/>
    <w:rsid w:val="00C73C2C"/>
    <w:rsid w:val="00C773B1"/>
    <w:rsid w:val="00C83718"/>
    <w:rsid w:val="00C9146A"/>
    <w:rsid w:val="00C92A24"/>
    <w:rsid w:val="00C93176"/>
    <w:rsid w:val="00C9529C"/>
    <w:rsid w:val="00CA1330"/>
    <w:rsid w:val="00CA667D"/>
    <w:rsid w:val="00CB540D"/>
    <w:rsid w:val="00CB662F"/>
    <w:rsid w:val="00CC0634"/>
    <w:rsid w:val="00CC6C07"/>
    <w:rsid w:val="00CD058D"/>
    <w:rsid w:val="00CD2903"/>
    <w:rsid w:val="00CD3A9C"/>
    <w:rsid w:val="00CD4623"/>
    <w:rsid w:val="00CD4B0A"/>
    <w:rsid w:val="00CD4CA8"/>
    <w:rsid w:val="00CE7366"/>
    <w:rsid w:val="00CF0C8C"/>
    <w:rsid w:val="00CF2CD0"/>
    <w:rsid w:val="00CF2E40"/>
    <w:rsid w:val="00CF4804"/>
    <w:rsid w:val="00CF55EE"/>
    <w:rsid w:val="00CF75EC"/>
    <w:rsid w:val="00CF7998"/>
    <w:rsid w:val="00D02863"/>
    <w:rsid w:val="00D05131"/>
    <w:rsid w:val="00D06E16"/>
    <w:rsid w:val="00D153B2"/>
    <w:rsid w:val="00D1558C"/>
    <w:rsid w:val="00D23C52"/>
    <w:rsid w:val="00D30540"/>
    <w:rsid w:val="00D36EDE"/>
    <w:rsid w:val="00D42938"/>
    <w:rsid w:val="00D43E35"/>
    <w:rsid w:val="00D512BF"/>
    <w:rsid w:val="00D513BF"/>
    <w:rsid w:val="00D564BA"/>
    <w:rsid w:val="00D6208B"/>
    <w:rsid w:val="00D631BD"/>
    <w:rsid w:val="00D64FB5"/>
    <w:rsid w:val="00D663D2"/>
    <w:rsid w:val="00D7108E"/>
    <w:rsid w:val="00D767AA"/>
    <w:rsid w:val="00D82704"/>
    <w:rsid w:val="00D86ADD"/>
    <w:rsid w:val="00D95672"/>
    <w:rsid w:val="00D96A30"/>
    <w:rsid w:val="00DA28A6"/>
    <w:rsid w:val="00DB5A2F"/>
    <w:rsid w:val="00DC47D0"/>
    <w:rsid w:val="00DC5ECF"/>
    <w:rsid w:val="00DC5F0B"/>
    <w:rsid w:val="00DD2B2E"/>
    <w:rsid w:val="00DD5415"/>
    <w:rsid w:val="00DD657A"/>
    <w:rsid w:val="00DD66E3"/>
    <w:rsid w:val="00DE354C"/>
    <w:rsid w:val="00DE43F3"/>
    <w:rsid w:val="00DF4813"/>
    <w:rsid w:val="00DF55D0"/>
    <w:rsid w:val="00DF764B"/>
    <w:rsid w:val="00DF7F5B"/>
    <w:rsid w:val="00E021E2"/>
    <w:rsid w:val="00E03527"/>
    <w:rsid w:val="00E075BA"/>
    <w:rsid w:val="00E16D8B"/>
    <w:rsid w:val="00E17BEF"/>
    <w:rsid w:val="00E20039"/>
    <w:rsid w:val="00E2309A"/>
    <w:rsid w:val="00E422D7"/>
    <w:rsid w:val="00E42A6E"/>
    <w:rsid w:val="00E4445B"/>
    <w:rsid w:val="00E44ECC"/>
    <w:rsid w:val="00E504DD"/>
    <w:rsid w:val="00E57E10"/>
    <w:rsid w:val="00E600E1"/>
    <w:rsid w:val="00E603D7"/>
    <w:rsid w:val="00E60574"/>
    <w:rsid w:val="00E62307"/>
    <w:rsid w:val="00E640CC"/>
    <w:rsid w:val="00E657B7"/>
    <w:rsid w:val="00E66598"/>
    <w:rsid w:val="00E72F49"/>
    <w:rsid w:val="00E7651E"/>
    <w:rsid w:val="00E76B7E"/>
    <w:rsid w:val="00E77274"/>
    <w:rsid w:val="00E83B63"/>
    <w:rsid w:val="00E8483F"/>
    <w:rsid w:val="00E87713"/>
    <w:rsid w:val="00E901B3"/>
    <w:rsid w:val="00E92A3B"/>
    <w:rsid w:val="00E933C1"/>
    <w:rsid w:val="00E93D0D"/>
    <w:rsid w:val="00E9517B"/>
    <w:rsid w:val="00E9632B"/>
    <w:rsid w:val="00EA3D1C"/>
    <w:rsid w:val="00EA4493"/>
    <w:rsid w:val="00EA6BE7"/>
    <w:rsid w:val="00EB19BB"/>
    <w:rsid w:val="00EB2AF9"/>
    <w:rsid w:val="00EB3BAD"/>
    <w:rsid w:val="00EB7422"/>
    <w:rsid w:val="00EC1ED9"/>
    <w:rsid w:val="00EC3DD9"/>
    <w:rsid w:val="00EC4B4B"/>
    <w:rsid w:val="00EC7050"/>
    <w:rsid w:val="00ED7D00"/>
    <w:rsid w:val="00EE0B49"/>
    <w:rsid w:val="00EE375B"/>
    <w:rsid w:val="00EE37C7"/>
    <w:rsid w:val="00EE741E"/>
    <w:rsid w:val="00EF05A1"/>
    <w:rsid w:val="00EF40C6"/>
    <w:rsid w:val="00EF7AE0"/>
    <w:rsid w:val="00F01364"/>
    <w:rsid w:val="00F06FB2"/>
    <w:rsid w:val="00F107F0"/>
    <w:rsid w:val="00F11141"/>
    <w:rsid w:val="00F11CC3"/>
    <w:rsid w:val="00F14D27"/>
    <w:rsid w:val="00F21C8A"/>
    <w:rsid w:val="00F24B36"/>
    <w:rsid w:val="00F27682"/>
    <w:rsid w:val="00F37679"/>
    <w:rsid w:val="00F50B59"/>
    <w:rsid w:val="00F54981"/>
    <w:rsid w:val="00F55F9E"/>
    <w:rsid w:val="00F56B0D"/>
    <w:rsid w:val="00F60E7E"/>
    <w:rsid w:val="00F61F58"/>
    <w:rsid w:val="00F662A9"/>
    <w:rsid w:val="00F664D3"/>
    <w:rsid w:val="00F70167"/>
    <w:rsid w:val="00F720E2"/>
    <w:rsid w:val="00F74437"/>
    <w:rsid w:val="00F85870"/>
    <w:rsid w:val="00F86AF8"/>
    <w:rsid w:val="00F900C5"/>
    <w:rsid w:val="00F91FFB"/>
    <w:rsid w:val="00F95D3C"/>
    <w:rsid w:val="00FA110D"/>
    <w:rsid w:val="00FA23E8"/>
    <w:rsid w:val="00FA2765"/>
    <w:rsid w:val="00FA4218"/>
    <w:rsid w:val="00FA70A6"/>
    <w:rsid w:val="00FA7D11"/>
    <w:rsid w:val="00FB304B"/>
    <w:rsid w:val="00FB4B33"/>
    <w:rsid w:val="00FB5C07"/>
    <w:rsid w:val="00FC168C"/>
    <w:rsid w:val="00FC2710"/>
    <w:rsid w:val="00FC5F68"/>
    <w:rsid w:val="00FD5667"/>
    <w:rsid w:val="00FE34E1"/>
    <w:rsid w:val="00FE46E7"/>
    <w:rsid w:val="00FE4BEA"/>
    <w:rsid w:val="00FF09FA"/>
    <w:rsid w:val="00FF3196"/>
    <w:rsid w:val="00FF5BA8"/>
    <w:rsid w:val="00FF6D9D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uiPriority w:val="99"/>
    <w:semiHidden/>
    <w:unhideWhenUsed/>
    <w:qFormat/>
    <w:rsid w:val="00E901B3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e">
    <w:name w:val="List"/>
    <w:basedOn w:val="a"/>
    <w:unhideWhenUsed/>
    <w:qFormat/>
    <w:rsid w:val="00E901B3"/>
    <w:pPr>
      <w:widowControl w:val="0"/>
      <w:spacing w:line="240" w:lineRule="auto"/>
      <w:ind w:left="283" w:hanging="283"/>
    </w:pPr>
  </w:style>
  <w:style w:type="paragraph" w:styleId="af">
    <w:name w:val="Subtitle"/>
    <w:basedOn w:val="a"/>
    <w:link w:val="af0"/>
    <w:uiPriority w:val="99"/>
    <w:qFormat/>
    <w:rsid w:val="00E901B3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0">
    <w:name w:val="Подзаголовок Знак"/>
    <w:basedOn w:val="a0"/>
    <w:link w:val="af"/>
    <w:uiPriority w:val="99"/>
    <w:rsid w:val="00E901B3"/>
    <w:rPr>
      <w:rFonts w:ascii="Arial" w:hAnsi="Arial"/>
      <w:i/>
      <w:sz w:val="24"/>
    </w:rPr>
  </w:style>
  <w:style w:type="paragraph" w:styleId="af1">
    <w:name w:val="List Paragraph"/>
    <w:basedOn w:val="a"/>
    <w:uiPriority w:val="34"/>
    <w:qFormat/>
    <w:rsid w:val="0086405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 Spacing"/>
    <w:link w:val="af3"/>
    <w:uiPriority w:val="1"/>
    <w:qFormat/>
    <w:rsid w:val="0086405B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1"/>
    <w:rsid w:val="0086405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6405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5">
    <w:name w:val="Font Style15"/>
    <w:uiPriority w:val="99"/>
    <w:rsid w:val="0086405B"/>
    <w:rPr>
      <w:rFonts w:ascii="Times New Roman" w:hAnsi="Times New Roman" w:cs="Times New Roman" w:hint="default"/>
      <w:sz w:val="26"/>
      <w:szCs w:val="26"/>
    </w:rPr>
  </w:style>
  <w:style w:type="paragraph" w:styleId="af4">
    <w:name w:val="Normal (Web)"/>
    <w:basedOn w:val="a"/>
    <w:uiPriority w:val="99"/>
    <w:unhideWhenUsed/>
    <w:rsid w:val="0086405B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4EB60-A692-4777-8E9B-7B68DC88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</Template>
  <TotalTime>594</TotalTime>
  <Pages>11</Pages>
  <Words>2717</Words>
  <Characters>15491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18172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user</cp:lastModifiedBy>
  <cp:revision>290</cp:revision>
  <cp:lastPrinted>2025-12-23T08:02:00Z</cp:lastPrinted>
  <dcterms:created xsi:type="dcterms:W3CDTF">2021-10-28T10:08:00Z</dcterms:created>
  <dcterms:modified xsi:type="dcterms:W3CDTF">2026-01-12T13:41:00Z</dcterms:modified>
</cp:coreProperties>
</file>